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53DD2" w14:textId="6B4B877F" w:rsidR="008D5426" w:rsidRPr="00704674" w:rsidRDefault="008D5426" w:rsidP="0059251D">
      <w:pPr>
        <w:pStyle w:val="Date"/>
        <w:rPr>
          <w:rFonts w:asciiTheme="majorHAnsi" w:hAnsiTheme="majorHAnsi"/>
        </w:rPr>
      </w:pPr>
      <w:r w:rsidRPr="00704674">
        <w:rPr>
          <w:rFonts w:asciiTheme="majorHAnsi" w:hAnsiTheme="majorHAnsi"/>
        </w:rPr>
        <w:fldChar w:fldCharType="begin"/>
      </w:r>
      <w:r w:rsidRPr="00704674">
        <w:rPr>
          <w:rFonts w:asciiTheme="majorHAnsi" w:hAnsiTheme="majorHAnsi"/>
        </w:rPr>
        <w:instrText xml:space="preserve"> DATE  \@ "MMMM d, yyyy"  \* MERGEFORMAT </w:instrText>
      </w:r>
      <w:r w:rsidRPr="00704674">
        <w:rPr>
          <w:rFonts w:asciiTheme="majorHAnsi" w:hAnsiTheme="majorHAnsi"/>
        </w:rPr>
        <w:fldChar w:fldCharType="separate"/>
      </w:r>
      <w:r w:rsidR="002B397D">
        <w:rPr>
          <w:rFonts w:asciiTheme="majorHAnsi" w:hAnsiTheme="majorHAnsi"/>
        </w:rPr>
        <w:t>May 5, 2022</w:t>
      </w:r>
      <w:r w:rsidRPr="00704674">
        <w:rPr>
          <w:rFonts w:asciiTheme="majorHAnsi" w:hAnsiTheme="majorHAnsi"/>
        </w:rPr>
        <w:fldChar w:fldCharType="end"/>
      </w:r>
      <w:r w:rsidR="00C53C20" w:rsidRPr="00704674">
        <w:rPr>
          <w:rFonts w:asciiTheme="majorHAnsi" w:hAnsiTheme="majorHAnsi"/>
        </w:rPr>
        <w:t xml:space="preserve"> (Date Style)</w:t>
      </w:r>
    </w:p>
    <w:p w14:paraId="41E195F4" w14:textId="77777777" w:rsidR="008D5426" w:rsidRPr="00704674" w:rsidRDefault="008D5426" w:rsidP="0059251D">
      <w:pPr>
        <w:pStyle w:val="Adressee"/>
        <w:rPr>
          <w:rFonts w:asciiTheme="majorHAnsi" w:hAnsiTheme="majorHAnsi"/>
        </w:rPr>
      </w:pPr>
      <w:r w:rsidRPr="00704674">
        <w:rPr>
          <w:rFonts w:asciiTheme="majorHAnsi" w:hAnsiTheme="majorHAnsi"/>
        </w:rPr>
        <w:t>Name</w:t>
      </w:r>
      <w:r w:rsidR="00C53C20" w:rsidRPr="00704674">
        <w:rPr>
          <w:rFonts w:asciiTheme="majorHAnsi" w:hAnsiTheme="majorHAnsi"/>
        </w:rPr>
        <w:t xml:space="preserve"> (Addressee Style)</w:t>
      </w:r>
    </w:p>
    <w:p w14:paraId="06428471" w14:textId="77777777" w:rsidR="008D5426" w:rsidRPr="00704674" w:rsidRDefault="008D5426" w:rsidP="0059251D">
      <w:pPr>
        <w:pStyle w:val="Adressee"/>
        <w:rPr>
          <w:rFonts w:asciiTheme="majorHAnsi" w:hAnsiTheme="majorHAnsi"/>
        </w:rPr>
      </w:pPr>
      <w:r w:rsidRPr="00704674">
        <w:rPr>
          <w:rFonts w:asciiTheme="majorHAnsi" w:hAnsiTheme="majorHAnsi"/>
        </w:rPr>
        <w:t>Address</w:t>
      </w:r>
    </w:p>
    <w:p w14:paraId="40DF8B83" w14:textId="77777777" w:rsidR="008D5426" w:rsidRPr="00704674" w:rsidRDefault="008D5426" w:rsidP="0059251D">
      <w:pPr>
        <w:pStyle w:val="Adressee"/>
        <w:rPr>
          <w:rFonts w:asciiTheme="majorHAnsi" w:hAnsiTheme="majorHAnsi"/>
        </w:rPr>
      </w:pPr>
      <w:r w:rsidRPr="00704674">
        <w:rPr>
          <w:rFonts w:asciiTheme="majorHAnsi" w:hAnsiTheme="majorHAnsi"/>
        </w:rPr>
        <w:t>City, ST, zip</w:t>
      </w:r>
    </w:p>
    <w:p w14:paraId="5AF7FDB9" w14:textId="77777777" w:rsidR="008D5426" w:rsidRPr="00704674" w:rsidRDefault="008D5426" w:rsidP="008D5426">
      <w:pPr>
        <w:pStyle w:val="Lettertext"/>
        <w:rPr>
          <w:rFonts w:asciiTheme="majorHAnsi" w:hAnsiTheme="majorHAnsi"/>
          <w:b/>
          <w:bCs/>
        </w:rPr>
      </w:pPr>
    </w:p>
    <w:p w14:paraId="76CD99F0" w14:textId="77777777" w:rsidR="008D5426" w:rsidRPr="00704674" w:rsidRDefault="008D5426" w:rsidP="0059251D">
      <w:pPr>
        <w:pStyle w:val="Lettertext"/>
        <w:spacing w:after="240"/>
        <w:rPr>
          <w:rFonts w:asciiTheme="majorHAnsi" w:hAnsiTheme="majorHAnsi"/>
        </w:rPr>
      </w:pPr>
      <w:r w:rsidRPr="00704674">
        <w:rPr>
          <w:rFonts w:asciiTheme="majorHAnsi" w:hAnsiTheme="majorHAnsi"/>
        </w:rPr>
        <w:t>Dear</w:t>
      </w:r>
      <w:r w:rsidR="0059251D" w:rsidRPr="00704674">
        <w:rPr>
          <w:rFonts w:asciiTheme="majorHAnsi" w:hAnsiTheme="majorHAnsi"/>
          <w:b/>
          <w:bCs/>
        </w:rPr>
        <w:t xml:space="preserve"> </w:t>
      </w:r>
      <w:r w:rsidR="0059251D" w:rsidRPr="00704674">
        <w:rPr>
          <w:rFonts w:asciiTheme="majorHAnsi" w:hAnsiTheme="majorHAnsi"/>
        </w:rPr>
        <w:t>,</w:t>
      </w:r>
    </w:p>
    <w:p w14:paraId="4897966E" w14:textId="77777777" w:rsidR="00081C8F" w:rsidRPr="00704674" w:rsidRDefault="00C53C20" w:rsidP="0059251D">
      <w:pPr>
        <w:pStyle w:val="Lettertext"/>
        <w:spacing w:after="240"/>
        <w:rPr>
          <w:rFonts w:asciiTheme="majorHAnsi" w:hAnsiTheme="majorHAnsi"/>
        </w:rPr>
      </w:pPr>
      <w:r w:rsidRPr="00704674">
        <w:rPr>
          <w:rFonts w:asciiTheme="majorHAnsi" w:hAnsiTheme="majorHAnsi"/>
          <w:b/>
        </w:rPr>
        <w:t>Letter Text Style…</w:t>
      </w:r>
      <w:r w:rsidRPr="00704674">
        <w:rPr>
          <w:rFonts w:asciiTheme="majorHAnsi" w:hAnsiTheme="majorHAnsi"/>
        </w:rPr>
        <w:t xml:space="preserve"> </w:t>
      </w:r>
      <w:r w:rsidR="00081C8F" w:rsidRPr="00704674">
        <w:rPr>
          <w:rFonts w:asciiTheme="majorHAnsi" w:hAnsiTheme="majorHAnsi"/>
        </w:rPr>
        <w:t>Lorem ipsum dolor sit amet, consectetuer adipiscing elit. Maecenas porttitor congue massa. Fusce posuere, magna sed pulvinar ultricies, purus lectus malesuada libero, sit amet commodo magna eros quis urna. Nunc viverra imperdiet enim.</w:t>
      </w:r>
    </w:p>
    <w:p w14:paraId="7A72D8BE" w14:textId="77777777" w:rsidR="00081C8F" w:rsidRPr="00704674" w:rsidRDefault="00081C8F" w:rsidP="0059251D">
      <w:pPr>
        <w:pStyle w:val="Lettertext"/>
        <w:spacing w:after="240"/>
        <w:rPr>
          <w:rFonts w:asciiTheme="majorHAnsi" w:hAnsiTheme="majorHAnsi"/>
        </w:rPr>
      </w:pPr>
      <w:r w:rsidRPr="00704674">
        <w:rPr>
          <w:rFonts w:asciiTheme="majorHAnsi" w:hAnsiTheme="majorHAnsi"/>
        </w:rPr>
        <w:t>Fusce est. Vivamus a tellus. Pellentesque habitant morbi tristique senectus et netus et malesuada fames ac turpis egestas. Proin pharetra nonummy pede.</w:t>
      </w:r>
    </w:p>
    <w:p w14:paraId="22F1E89C" w14:textId="77777777" w:rsidR="00081C8F" w:rsidRPr="00704674" w:rsidRDefault="00081C8F" w:rsidP="0059251D">
      <w:pPr>
        <w:pStyle w:val="Lettertext"/>
        <w:spacing w:after="240"/>
        <w:rPr>
          <w:rFonts w:asciiTheme="majorHAnsi" w:hAnsiTheme="majorHAnsi"/>
        </w:rPr>
      </w:pPr>
      <w:r w:rsidRPr="00704674">
        <w:rPr>
          <w:rFonts w:asciiTheme="majorHAnsi" w:hAnsiTheme="majorHAnsi"/>
        </w:rPr>
        <w:t xml:space="preserve">Mauris et orci. Aenean nec lorem. In porttitor. Donec laoreet nonummy </w:t>
      </w:r>
    </w:p>
    <w:p w14:paraId="35757E9E" w14:textId="77777777" w:rsidR="0059251D" w:rsidRPr="00704674" w:rsidRDefault="0059251D" w:rsidP="0059251D">
      <w:pPr>
        <w:pStyle w:val="Lettertext"/>
        <w:spacing w:after="240"/>
        <w:rPr>
          <w:rFonts w:asciiTheme="majorHAnsi" w:hAnsiTheme="majorHAnsi"/>
        </w:rPr>
      </w:pPr>
      <w:r w:rsidRPr="00704674">
        <w:rPr>
          <w:rFonts w:asciiTheme="majorHAnsi" w:hAnsiTheme="majorHAnsi"/>
        </w:rPr>
        <w:t>Sincerely,</w:t>
      </w:r>
    </w:p>
    <w:p w14:paraId="778733FC" w14:textId="77777777" w:rsidR="0059251D" w:rsidRPr="00704674" w:rsidRDefault="0059251D" w:rsidP="0059251D">
      <w:pPr>
        <w:pStyle w:val="Lettertext"/>
        <w:spacing w:after="240"/>
        <w:rPr>
          <w:rFonts w:asciiTheme="majorHAnsi" w:hAnsiTheme="majorHAnsi"/>
        </w:rPr>
      </w:pPr>
    </w:p>
    <w:p w14:paraId="18E23A6B" w14:textId="77777777" w:rsidR="0059251D" w:rsidRPr="00704674" w:rsidRDefault="0059251D" w:rsidP="0059251D">
      <w:pPr>
        <w:pStyle w:val="Lettertext"/>
        <w:spacing w:after="240"/>
        <w:rPr>
          <w:rFonts w:asciiTheme="majorHAnsi" w:hAnsiTheme="majorHAnsi"/>
        </w:rPr>
      </w:pPr>
      <w:r w:rsidRPr="00704674">
        <w:rPr>
          <w:rFonts w:asciiTheme="majorHAnsi" w:hAnsiTheme="majorHAnsi"/>
        </w:rPr>
        <w:t>Name</w:t>
      </w:r>
    </w:p>
    <w:sectPr w:rsidR="0059251D" w:rsidRPr="00704674" w:rsidSect="00081C8F">
      <w:headerReference w:type="even" r:id="rId10"/>
      <w:headerReference w:type="default" r:id="rId11"/>
      <w:footerReference w:type="even" r:id="rId12"/>
      <w:footerReference w:type="default" r:id="rId13"/>
      <w:headerReference w:type="first" r:id="rId14"/>
      <w:footerReference w:type="first" r:id="rId15"/>
      <w:pgSz w:w="12240" w:h="15840" w:code="1"/>
      <w:pgMar w:top="288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C6745" w14:textId="77777777" w:rsidR="00877125" w:rsidRDefault="00877125" w:rsidP="008A3630">
      <w:pPr>
        <w:spacing w:after="0" w:line="240" w:lineRule="auto"/>
      </w:pPr>
      <w:r>
        <w:separator/>
      </w:r>
    </w:p>
  </w:endnote>
  <w:endnote w:type="continuationSeparator" w:id="0">
    <w:p w14:paraId="11132E6A" w14:textId="77777777" w:rsidR="00877125" w:rsidRDefault="00877125" w:rsidP="008A3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DaunPenh">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3960" w14:textId="77777777" w:rsidR="00E3767F" w:rsidRDefault="00E37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9253" w14:textId="77777777" w:rsidR="00E3767F" w:rsidRDefault="00E376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45D3" w14:textId="312B1502" w:rsidR="0059251D" w:rsidRPr="00F6732F" w:rsidRDefault="00F6732F" w:rsidP="00F6732F">
    <w:pPr>
      <w:pStyle w:val="Footer"/>
    </w:pPr>
    <w:r w:rsidRPr="00120DB1">
      <w:t>www.</w:t>
    </w:r>
    <w:r w:rsidR="001B6005">
      <w:t>m</w:t>
    </w:r>
    <w:r w:rsidR="00493A49">
      <w:t>ass</w:t>
    </w:r>
    <w:r w:rsidR="001B6005">
      <w:t>h</w:t>
    </w:r>
    <w:r>
      <w:t>ire</w:t>
    </w:r>
    <w:r w:rsidR="001B6005">
      <w:t>mncareers</w:t>
    </w:r>
    <w:r w:rsidR="00DF376B">
      <w:t>.</w:t>
    </w:r>
    <w:r w:rsidR="001B6005">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6EAB5" w14:textId="77777777" w:rsidR="00877125" w:rsidRDefault="00877125" w:rsidP="008A3630">
      <w:pPr>
        <w:spacing w:after="0" w:line="240" w:lineRule="auto"/>
      </w:pPr>
      <w:r>
        <w:separator/>
      </w:r>
    </w:p>
  </w:footnote>
  <w:footnote w:type="continuationSeparator" w:id="0">
    <w:p w14:paraId="10521DFE" w14:textId="77777777" w:rsidR="00877125" w:rsidRDefault="00877125" w:rsidP="008A3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34B9" w14:textId="77777777" w:rsidR="00E3767F" w:rsidRDefault="00E37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524F" w14:textId="77777777" w:rsidR="00E3767F" w:rsidRDefault="00E376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0F27" w14:textId="14784873" w:rsidR="008A3630" w:rsidRDefault="00927E50" w:rsidP="00506E83">
    <w:pPr>
      <w:pStyle w:val="Header"/>
      <w:jc w:val="left"/>
    </w:pPr>
    <w:r>
      <w:rPr>
        <w:noProof/>
      </w:rPr>
      <w:drawing>
        <wp:anchor distT="0" distB="0" distL="114300" distR="114300" simplePos="0" relativeHeight="251660288" behindDoc="0" locked="0" layoutInCell="1" allowOverlap="1" wp14:anchorId="658031ED" wp14:editId="2076A16C">
          <wp:simplePos x="0" y="0"/>
          <wp:positionH relativeFrom="column">
            <wp:posOffset>6350</wp:posOffset>
          </wp:positionH>
          <wp:positionV relativeFrom="paragraph">
            <wp:posOffset>184150</wp:posOffset>
          </wp:positionV>
          <wp:extent cx="4252595" cy="1116330"/>
          <wp:effectExtent l="0" t="0" r="0" b="762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252595" cy="1116330"/>
                  </a:xfrm>
                  <a:prstGeom prst="rect">
                    <a:avLst/>
                  </a:prstGeom>
                </pic:spPr>
              </pic:pic>
            </a:graphicData>
          </a:graphic>
        </wp:anchor>
      </w:drawing>
    </w:r>
    <w:r w:rsidR="00610090">
      <w:rPr>
        <w:noProof/>
      </w:rPr>
      <w:t xml:space="preserve"> </w:t>
    </w:r>
    <w:r w:rsidR="00FE59B1">
      <w:rPr>
        <w:noProof/>
      </w:rPr>
      <mc:AlternateContent>
        <mc:Choice Requires="wps">
          <w:drawing>
            <wp:anchor distT="0" distB="0" distL="114300" distR="114300" simplePos="0" relativeHeight="251659264" behindDoc="0" locked="1" layoutInCell="1" allowOverlap="1" wp14:anchorId="30482113" wp14:editId="5A29A83F">
              <wp:simplePos x="0" y="0"/>
              <wp:positionH relativeFrom="margin">
                <wp:posOffset>4261485</wp:posOffset>
              </wp:positionH>
              <wp:positionV relativeFrom="page">
                <wp:posOffset>591820</wp:posOffset>
              </wp:positionV>
              <wp:extent cx="2356485" cy="557530"/>
              <wp:effectExtent l="0" t="0" r="5715" b="13970"/>
              <wp:wrapNone/>
              <wp:docPr id="3" name="Text Box 3"/>
              <wp:cNvGraphicFramePr/>
              <a:graphic xmlns:a="http://schemas.openxmlformats.org/drawingml/2006/main">
                <a:graphicData uri="http://schemas.microsoft.com/office/word/2010/wordprocessingShape">
                  <wps:wsp>
                    <wps:cNvSpPr txBox="1"/>
                    <wps:spPr>
                      <a:xfrm>
                        <a:off x="0" y="0"/>
                        <a:ext cx="2356485" cy="5575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286AA2" w14:textId="77777777" w:rsidR="00B069B2" w:rsidRDefault="00E3767F" w:rsidP="00F6732F">
                          <w:pPr>
                            <w:pStyle w:val="Header"/>
                          </w:pPr>
                          <w:r>
                            <w:t>186 Alewife Brook Parkway, #216</w:t>
                          </w:r>
                        </w:p>
                        <w:p w14:paraId="288F71FD" w14:textId="77777777" w:rsidR="00E3767F" w:rsidRDefault="00E3767F" w:rsidP="00F6732F">
                          <w:pPr>
                            <w:pStyle w:val="Header"/>
                          </w:pPr>
                          <w:r>
                            <w:t>Cambridge, MA 02138</w:t>
                          </w:r>
                        </w:p>
                        <w:p w14:paraId="2214C609" w14:textId="77777777" w:rsidR="00E3767F" w:rsidRDefault="00E3767F" w:rsidP="00F6732F">
                          <w:pPr>
                            <w:pStyle w:val="Header"/>
                          </w:pPr>
                          <w:r>
                            <w:t>617.864.1500</w:t>
                          </w:r>
                        </w:p>
                        <w:p w14:paraId="11FE19EB" w14:textId="77777777" w:rsidR="008A3630" w:rsidRPr="0059251D" w:rsidRDefault="00F6732F" w:rsidP="00F6732F">
                          <w:pPr>
                            <w:pStyle w:val="Header"/>
                          </w:pPr>
                          <w:r w:rsidRPr="00F6732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82113" id="_x0000_t202" coordsize="21600,21600" o:spt="202" path="m,l,21600r21600,l21600,xe">
              <v:stroke joinstyle="miter"/>
              <v:path gradientshapeok="t" o:connecttype="rect"/>
            </v:shapetype>
            <v:shape id="Text Box 3" o:spid="_x0000_s1026" type="#_x0000_t202" style="position:absolute;margin-left:335.55pt;margin-top:46.6pt;width:185.55pt;height:4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" filled="f" stroked="f" strokeweight=".5pt">
              <v:textbox inset="0,0,0,0">
                <w:txbxContent>
                  <w:p w14:paraId="0B286AA2" w14:textId="77777777" w:rsidR="00B069B2" w:rsidRDefault="00E3767F" w:rsidP="00F6732F">
                    <w:pPr>
                      <w:pStyle w:val="Header"/>
                    </w:pPr>
                    <w:r>
                      <w:t>186 Alewife Brook Parkway, #216</w:t>
                    </w:r>
                  </w:p>
                  <w:p w14:paraId="288F71FD" w14:textId="77777777" w:rsidR="00E3767F" w:rsidRDefault="00E3767F" w:rsidP="00F6732F">
                    <w:pPr>
                      <w:pStyle w:val="Header"/>
                    </w:pPr>
                    <w:r>
                      <w:t>Cambridge, MA 02138</w:t>
                    </w:r>
                  </w:p>
                  <w:p w14:paraId="2214C609" w14:textId="77777777" w:rsidR="00E3767F" w:rsidRDefault="00E3767F" w:rsidP="00F6732F">
                    <w:pPr>
                      <w:pStyle w:val="Header"/>
                    </w:pPr>
                    <w:r>
                      <w:t>617.864.1500</w:t>
                    </w:r>
                  </w:p>
                  <w:p w14:paraId="11FE19EB" w14:textId="77777777" w:rsidR="008A3630" w:rsidRPr="0059251D" w:rsidRDefault="00F6732F" w:rsidP="00F6732F">
                    <w:pPr>
                      <w:pStyle w:val="Header"/>
                    </w:pPr>
                    <w:r w:rsidRPr="00F6732F">
                      <w:t xml:space="preserve">  </w:t>
                    </w:r>
                  </w:p>
                </w:txbxContent>
              </v:textbox>
              <w10:wrap anchorx="margin"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F71"/>
    <w:rsid w:val="00081C8F"/>
    <w:rsid w:val="000C09B1"/>
    <w:rsid w:val="000E76AE"/>
    <w:rsid w:val="00134BA8"/>
    <w:rsid w:val="001444F9"/>
    <w:rsid w:val="001631EB"/>
    <w:rsid w:val="001B6005"/>
    <w:rsid w:val="0028172D"/>
    <w:rsid w:val="002B397D"/>
    <w:rsid w:val="002C60C5"/>
    <w:rsid w:val="00394BB8"/>
    <w:rsid w:val="003E4117"/>
    <w:rsid w:val="003F2E42"/>
    <w:rsid w:val="0049023A"/>
    <w:rsid w:val="00493A49"/>
    <w:rsid w:val="004C4D1F"/>
    <w:rsid w:val="004D318C"/>
    <w:rsid w:val="004F65AC"/>
    <w:rsid w:val="00506E83"/>
    <w:rsid w:val="00575F67"/>
    <w:rsid w:val="0059251D"/>
    <w:rsid w:val="005B3557"/>
    <w:rsid w:val="00610090"/>
    <w:rsid w:val="00704674"/>
    <w:rsid w:val="007B691B"/>
    <w:rsid w:val="007F3EC4"/>
    <w:rsid w:val="007F5DF3"/>
    <w:rsid w:val="008670DF"/>
    <w:rsid w:val="00877125"/>
    <w:rsid w:val="008773A3"/>
    <w:rsid w:val="008A3630"/>
    <w:rsid w:val="008B4DFB"/>
    <w:rsid w:val="008B77B6"/>
    <w:rsid w:val="008D5426"/>
    <w:rsid w:val="00903E4B"/>
    <w:rsid w:val="00927E50"/>
    <w:rsid w:val="009A2219"/>
    <w:rsid w:val="00A11977"/>
    <w:rsid w:val="00A1198C"/>
    <w:rsid w:val="00A65307"/>
    <w:rsid w:val="00AB3B1B"/>
    <w:rsid w:val="00AB5F51"/>
    <w:rsid w:val="00B069B2"/>
    <w:rsid w:val="00B5400E"/>
    <w:rsid w:val="00C53C20"/>
    <w:rsid w:val="00C7793C"/>
    <w:rsid w:val="00CA7E60"/>
    <w:rsid w:val="00CB0F71"/>
    <w:rsid w:val="00CB31E3"/>
    <w:rsid w:val="00CD5947"/>
    <w:rsid w:val="00CE45C0"/>
    <w:rsid w:val="00DD5F1B"/>
    <w:rsid w:val="00DF376B"/>
    <w:rsid w:val="00E3767F"/>
    <w:rsid w:val="00F648A7"/>
    <w:rsid w:val="00F6732F"/>
    <w:rsid w:val="00FE59B1"/>
    <w:rsid w:val="00FF187E"/>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ED722"/>
  <w15:docId w15:val="{57EBCD29-38BB-46F1-9CCD-886BBA62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9B1"/>
    <w:pPr>
      <w:spacing w:after="0" w:line="240" w:lineRule="auto"/>
    </w:pPr>
    <w:rPr>
      <w:rFonts w:ascii="Segoe UI" w:hAnsi="Segoe UI" w:cs="Segoe UI"/>
      <w:sz w:val="18"/>
      <w:szCs w:val="18"/>
    </w:rPr>
  </w:style>
  <w:style w:type="paragraph" w:customStyle="1" w:styleId="Lettertext">
    <w:name w:val="Letter text"/>
    <w:qFormat/>
    <w:rsid w:val="008D5426"/>
    <w:pPr>
      <w:spacing w:before="120" w:after="120"/>
    </w:pPr>
    <w:rPr>
      <w:rFonts w:ascii="Times New Roman" w:hAnsi="Times New Roman" w:cstheme="minorHAnsi"/>
      <w:noProof/>
      <w:color w:val="2A2A2A"/>
      <w:szCs w:val="20"/>
    </w:rPr>
  </w:style>
  <w:style w:type="paragraph" w:styleId="Header">
    <w:name w:val="header"/>
    <w:basedOn w:val="Normal"/>
    <w:link w:val="HeaderChar"/>
    <w:uiPriority w:val="99"/>
    <w:unhideWhenUsed/>
    <w:rsid w:val="00610090"/>
    <w:pPr>
      <w:spacing w:after="0" w:line="240" w:lineRule="auto"/>
      <w:jc w:val="right"/>
    </w:pPr>
    <w:rPr>
      <w:rFonts w:cstheme="minorHAnsi"/>
      <w:color w:val="003A5D"/>
    </w:rPr>
  </w:style>
  <w:style w:type="character" w:customStyle="1" w:styleId="HeaderChar">
    <w:name w:val="Header Char"/>
    <w:basedOn w:val="DefaultParagraphFont"/>
    <w:link w:val="Header"/>
    <w:uiPriority w:val="99"/>
    <w:rsid w:val="00610090"/>
    <w:rPr>
      <w:rFonts w:cstheme="minorHAnsi"/>
      <w:color w:val="003A5D"/>
    </w:rPr>
  </w:style>
  <w:style w:type="paragraph" w:styleId="Footer">
    <w:name w:val="footer"/>
    <w:basedOn w:val="Header"/>
    <w:link w:val="FooterChar"/>
    <w:uiPriority w:val="99"/>
    <w:unhideWhenUsed/>
    <w:rsid w:val="00610090"/>
    <w:pPr>
      <w:jc w:val="center"/>
    </w:pPr>
    <w:rPr>
      <w:sz w:val="24"/>
      <w:szCs w:val="24"/>
    </w:rPr>
  </w:style>
  <w:style w:type="character" w:customStyle="1" w:styleId="FooterChar">
    <w:name w:val="Footer Char"/>
    <w:basedOn w:val="DefaultParagraphFont"/>
    <w:link w:val="Footer"/>
    <w:uiPriority w:val="99"/>
    <w:rsid w:val="00610090"/>
    <w:rPr>
      <w:rFonts w:cstheme="minorHAnsi"/>
      <w:color w:val="003A5D"/>
      <w:sz w:val="24"/>
      <w:szCs w:val="24"/>
    </w:rPr>
  </w:style>
  <w:style w:type="character" w:styleId="Hyperlink">
    <w:name w:val="Hyperlink"/>
    <w:basedOn w:val="DefaultParagraphFont"/>
    <w:uiPriority w:val="99"/>
    <w:semiHidden/>
    <w:unhideWhenUsed/>
    <w:rsid w:val="008A3630"/>
    <w:rPr>
      <w:color w:val="0000FF"/>
      <w:u w:val="single"/>
    </w:rPr>
  </w:style>
  <w:style w:type="paragraph" w:customStyle="1" w:styleId="Adressee">
    <w:name w:val="Adressee"/>
    <w:basedOn w:val="Lettertext"/>
    <w:qFormat/>
    <w:rsid w:val="0059251D"/>
    <w:pPr>
      <w:spacing w:before="0" w:after="60" w:line="240" w:lineRule="auto"/>
    </w:pPr>
  </w:style>
  <w:style w:type="character" w:styleId="PlaceholderText">
    <w:name w:val="Placeholder Text"/>
    <w:basedOn w:val="DefaultParagraphFont"/>
    <w:uiPriority w:val="99"/>
    <w:semiHidden/>
    <w:rsid w:val="008D5426"/>
    <w:rPr>
      <w:color w:val="808080"/>
    </w:rPr>
  </w:style>
  <w:style w:type="paragraph" w:styleId="Date">
    <w:name w:val="Date"/>
    <w:basedOn w:val="Adressee"/>
    <w:next w:val="Normal"/>
    <w:link w:val="DateChar"/>
    <w:uiPriority w:val="99"/>
    <w:unhideWhenUsed/>
    <w:rsid w:val="0059251D"/>
    <w:pPr>
      <w:spacing w:before="240" w:after="480"/>
    </w:pPr>
  </w:style>
  <w:style w:type="character" w:customStyle="1" w:styleId="DateChar">
    <w:name w:val="Date Char"/>
    <w:basedOn w:val="DefaultParagraphFont"/>
    <w:link w:val="Date"/>
    <w:uiPriority w:val="99"/>
    <w:rsid w:val="0059251D"/>
    <w:rPr>
      <w:rFonts w:ascii="Times New Roman" w:hAnsi="Times New Roman" w:cstheme="minorHAnsi"/>
      <w:noProof/>
      <w:color w:val="2A2A2A"/>
      <w:szCs w:val="20"/>
    </w:rPr>
  </w:style>
  <w:style w:type="character" w:customStyle="1" w:styleId="BalloonTextChar">
    <w:name w:val="Balloon Text Char"/>
    <w:basedOn w:val="DefaultParagraphFont"/>
    <w:link w:val="BalloonText"/>
    <w:uiPriority w:val="99"/>
    <w:semiHidden/>
    <w:rsid w:val="00FE59B1"/>
    <w:rPr>
      <w:rFonts w:ascii="Segoe UI" w:hAnsi="Segoe UI" w:cs="Segoe UI"/>
      <w:sz w:val="18"/>
      <w:szCs w:val="18"/>
    </w:rPr>
  </w:style>
  <w:style w:type="paragraph" w:customStyle="1" w:styleId="Geolocator">
    <w:name w:val="Geolocator"/>
    <w:basedOn w:val="Header"/>
    <w:qFormat/>
    <w:rsid w:val="004C4D1F"/>
    <w:rPr>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na.r.zhavoronkov\Desktop\Word%20Templates%20-%20Boards\MassHire_LETTERHEAD_Berkshires_WI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assHire EVEN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107C58"/>
        </a:solidFill>
        <a:ln>
          <a:noFill/>
        </a:ln>
        <a:effectLst/>
      </a:spPr>
      <a:bodyPr rot="0" spcFirstLastPara="0" vertOverflow="overflow" horzOverflow="overflow" vert="horz" wrap="square" lIns="0" tIns="0" rIns="0" bIns="27432"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14D433D5F7784A85205D1630E35B8C" ma:contentTypeVersion="9" ma:contentTypeDescription="Create a new document." ma:contentTypeScope="" ma:versionID="50a396ca4e29b5fa8654cf4eec81815f">
  <xsd:schema xmlns:xsd="http://www.w3.org/2001/XMLSchema" xmlns:xs="http://www.w3.org/2001/XMLSchema" xmlns:p="http://schemas.microsoft.com/office/2006/metadata/properties" xmlns:ns2="9c99a38c-ffcd-405a-9dd2-9edea6d9fce3" xmlns:ns3="b72976aa-e7d9-498e-b08a-d3d9e47e4056" targetNamespace="http://schemas.microsoft.com/office/2006/metadata/properties" ma:root="true" ma:fieldsID="6a2d6ffbbe60b1762d685a2eb075383d" ns2:_="" ns3:_="">
    <xsd:import namespace="9c99a38c-ffcd-405a-9dd2-9edea6d9fce3"/>
    <xsd:import namespace="b72976aa-e7d9-498e-b08a-d3d9e47e405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9a38c-ffcd-405a-9dd2-9edea6d9f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2976aa-e7d9-498e-b08a-d3d9e47e405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2F652-185B-4FA5-9C46-A912B5180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9a38c-ffcd-405a-9dd2-9edea6d9fce3"/>
    <ds:schemaRef ds:uri="b72976aa-e7d9-498e-b08a-d3d9e47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398020-5DF1-4039-97FF-A0F6AF3F1057}">
  <ds:schemaRefs>
    <ds:schemaRef ds:uri="http://schemas.openxmlformats.org/officeDocument/2006/bibliography"/>
  </ds:schemaRefs>
</ds:datastoreItem>
</file>

<file path=customXml/itemProps3.xml><?xml version="1.0" encoding="utf-8"?>
<ds:datastoreItem xmlns:ds="http://schemas.openxmlformats.org/officeDocument/2006/customXml" ds:itemID="{E1828DF7-B2C6-4556-967B-D8E88214A4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6B19C4-C969-434B-A84D-AD0CDA546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MassHire_LETTERHEAD_Berkshires_WIB.dotx</Template>
  <TotalTime>6</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EOLWD</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Zhavoronkova, Marina R  (EOLWD)</dc:creator>
  <cp:lastModifiedBy>Pinkham, Laurie (EOL)</cp:lastModifiedBy>
  <cp:revision>6</cp:revision>
  <cp:lastPrinted>2018-05-22T16:45:00Z</cp:lastPrinted>
  <dcterms:created xsi:type="dcterms:W3CDTF">2018-05-22T18:20:00Z</dcterms:created>
  <dcterms:modified xsi:type="dcterms:W3CDTF">2022-05-05T14:51:00Z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0x010100DD14D433D5F7784A85205D1630E35B8C</vt:lpwstr>
  </property>
  <property fmtid="{D5CDD505-2E9C-101B-9397-08002B2CF9AE}" pid="3" name="Order">
    <vt:r8>3614900</vt:r8>
  </property>
</Properties>
</file>