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
<Relationships xmlns="http://schemas.openxmlformats.org/package/2006/relationships">
  <Relationship Id="rId1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3" Type="http://schemas.openxmlformats.org/officeDocument/2006/relationships/officeDocument" Target="word/document.xml"/>
  <Relationship Id="rId4" Type="http://schemas.openxmlformats.org/officeDocument/2006/relationships/custom-properties" Target="docProps/custom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064" w:lineRule="exact"/>
        <w:ind w:left="2533" w:right="-20"/>
        <w:jc w:val="left"/>
        <w:tabs>
          <w:tab w:pos="5300" w:val="left"/>
        </w:tabs>
        <w:rPr>
          <w:rFonts w:ascii="Calibri" w:hAnsi="Calibri" w:cs="Calibri" w:eastAsia="Calibri"/>
          <w:sz w:val="96"/>
          <w:szCs w:val="96"/>
        </w:rPr>
      </w:pPr>
      <w:rPr/>
      <w:r>
        <w:rPr/>
        <w:pict>
          <v:group style="position:absolute;margin-left:42.937pt;margin-top:66pt;width:532.123pt;height:.1pt;mso-position-horizontal-relative:page;mso-position-vertical-relative:paragraph;z-index:-580" coordorigin="859,1320" coordsize="10642,2">
            <v:shape style="position:absolute;left:859;top:1320;width:10642;height:2" coordorigin="859,1320" coordsize="10642,0" path="m859,1320l11501,1320e" filled="f" stroked="t" strokeweight=".75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96"/>
          <w:szCs w:val="96"/>
          <w:color w:val="C0504D"/>
          <w:spacing w:val="0"/>
          <w:w w:val="100"/>
          <w:b/>
          <w:bCs/>
          <w:position w:val="3"/>
        </w:rPr>
        <w:t>Rig</w:t>
      </w:r>
      <w:r>
        <w:rPr>
          <w:rFonts w:ascii="Calibri" w:hAnsi="Calibri" w:cs="Calibri" w:eastAsia="Calibri"/>
          <w:sz w:val="96"/>
          <w:szCs w:val="96"/>
          <w:color w:val="C0504D"/>
          <w:spacing w:val="-10"/>
          <w:w w:val="100"/>
          <w:b/>
          <w:bCs/>
          <w:position w:val="3"/>
        </w:rPr>
        <w:t>h</w:t>
      </w:r>
      <w:r>
        <w:rPr>
          <w:rFonts w:ascii="Calibri" w:hAnsi="Calibri" w:cs="Calibri" w:eastAsia="Calibri"/>
          <w:sz w:val="96"/>
          <w:szCs w:val="96"/>
          <w:color w:val="C0504D"/>
          <w:spacing w:val="0"/>
          <w:w w:val="100"/>
          <w:b/>
          <w:bCs/>
          <w:position w:val="3"/>
        </w:rPr>
        <w:t>ts</w:t>
        <w:tab/>
      </w:r>
      <w:r>
        <w:rPr>
          <w:rFonts w:ascii="Calibri" w:hAnsi="Calibri" w:cs="Calibri" w:eastAsia="Calibri"/>
          <w:sz w:val="96"/>
          <w:szCs w:val="96"/>
          <w:color w:val="C0504D"/>
          <w:spacing w:val="-15"/>
          <w:w w:val="100"/>
          <w:b/>
          <w:bCs/>
          <w:position w:val="3"/>
        </w:rPr>
        <w:t>R</w:t>
      </w:r>
      <w:r>
        <w:rPr>
          <w:rFonts w:ascii="Calibri" w:hAnsi="Calibri" w:cs="Calibri" w:eastAsia="Calibri"/>
          <w:sz w:val="96"/>
          <w:szCs w:val="96"/>
          <w:color w:val="C0504D"/>
          <w:spacing w:val="-6"/>
          <w:w w:val="100"/>
          <w:b/>
          <w:bCs/>
          <w:position w:val="3"/>
        </w:rPr>
        <w:t>e</w:t>
      </w:r>
      <w:r>
        <w:rPr>
          <w:rFonts w:ascii="Calibri" w:hAnsi="Calibri" w:cs="Calibri" w:eastAsia="Calibri"/>
          <w:sz w:val="96"/>
          <w:szCs w:val="96"/>
          <w:color w:val="C0504D"/>
          <w:spacing w:val="0"/>
          <w:w w:val="100"/>
          <w:b/>
          <w:bCs/>
          <w:position w:val="3"/>
        </w:rPr>
        <w:t>vi</w:t>
      </w:r>
      <w:r>
        <w:rPr>
          <w:rFonts w:ascii="Calibri" w:hAnsi="Calibri" w:cs="Calibri" w:eastAsia="Calibri"/>
          <w:sz w:val="96"/>
          <w:szCs w:val="96"/>
          <w:color w:val="C0504D"/>
          <w:spacing w:val="-5"/>
          <w:w w:val="100"/>
          <w:b/>
          <w:bCs/>
          <w:position w:val="3"/>
        </w:rPr>
        <w:t>e</w:t>
      </w:r>
      <w:r>
        <w:rPr>
          <w:rFonts w:ascii="Calibri" w:hAnsi="Calibri" w:cs="Calibri" w:eastAsia="Calibri"/>
          <w:sz w:val="96"/>
          <w:szCs w:val="96"/>
          <w:color w:val="C0504D"/>
          <w:spacing w:val="0"/>
          <w:w w:val="100"/>
          <w:b/>
          <w:bCs/>
          <w:position w:val="3"/>
        </w:rPr>
        <w:t>w</w:t>
      </w:r>
      <w:r>
        <w:rPr>
          <w:rFonts w:ascii="Calibri" w:hAnsi="Calibri" w:cs="Calibri" w:eastAsia="Calibri"/>
          <w:sz w:val="96"/>
          <w:szCs w:val="96"/>
          <w:color w:val="000000"/>
          <w:spacing w:val="0"/>
          <w:w w:val="100"/>
          <w:position w:val="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5" w:lineRule="exact"/>
        <w:ind w:left="445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-5"/>
          <w:w w:val="100"/>
          <w:position w:val="1"/>
        </w:rPr>
        <w:t>r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om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ting</w:t>
      </w:r>
      <w:r>
        <w:rPr>
          <w:rFonts w:ascii="Calibri" w:hAnsi="Calibri" w:cs="Calibri" w:eastAsia="Calibri"/>
          <w:sz w:val="32"/>
          <w:szCs w:val="32"/>
          <w:spacing w:val="-14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Human</w:t>
      </w:r>
      <w:r>
        <w:rPr>
          <w:rFonts w:ascii="Calibri" w:hAnsi="Calibri" w:cs="Calibri" w:eastAsia="Calibri"/>
          <w:sz w:val="32"/>
          <w:szCs w:val="32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2"/>
          <w:w w:val="100"/>
          <w:position w:val="1"/>
        </w:rPr>
        <w:t>h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32"/>
          <w:szCs w:val="32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-2"/>
          <w:w w:val="100"/>
          <w:position w:val="1"/>
        </w:rPr>
        <w:t>b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32"/>
          <w:szCs w:val="32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-4"/>
          <w:w w:val="100"/>
          <w:position w:val="1"/>
        </w:rPr>
        <w:t>r</w:t>
      </w:r>
      <w:r>
        <w:rPr>
          <w:rFonts w:ascii="Calibri" w:hAnsi="Calibri" w:cs="Calibri" w:eastAsia="Calibri"/>
          <w:sz w:val="32"/>
          <w:szCs w:val="32"/>
          <w:spacing w:val="-3"/>
          <w:w w:val="100"/>
          <w:position w:val="1"/>
        </w:rPr>
        <w:t>o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vi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ng</w:t>
      </w:r>
      <w:r>
        <w:rPr>
          <w:rFonts w:ascii="Calibri" w:hAnsi="Calibri" w:cs="Calibri" w:eastAsia="Calibri"/>
          <w:sz w:val="32"/>
          <w:szCs w:val="32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32"/>
          <w:szCs w:val="3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-6"/>
          <w:w w:val="100"/>
          <w:position w:val="1"/>
        </w:rPr>
        <w:t>f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32"/>
          <w:szCs w:val="32"/>
          <w:spacing w:val="-1"/>
          <w:w w:val="100"/>
          <w:position w:val="1"/>
        </w:rPr>
        <w:t>r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32"/>
          <w:szCs w:val="32"/>
          <w:spacing w:val="-2"/>
          <w:w w:val="100"/>
          <w:position w:val="1"/>
        </w:rPr>
        <w:t>a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tion</w:t>
      </w:r>
      <w:r>
        <w:rPr>
          <w:rFonts w:ascii="Calibri" w:hAnsi="Calibri" w:cs="Calibri" w:eastAsia="Calibri"/>
          <w:sz w:val="32"/>
          <w:szCs w:val="32"/>
          <w:spacing w:val="-15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32"/>
          <w:szCs w:val="3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scussion</w:t>
      </w:r>
      <w:r>
        <w:rPr>
          <w:rFonts w:ascii="Calibri" w:hAnsi="Calibri" w:cs="Calibri" w:eastAsia="Calibri"/>
          <w:sz w:val="32"/>
          <w:szCs w:val="32"/>
          <w:spacing w:val="-13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ac</w:t>
      </w:r>
      <w:r>
        <w:rPr>
          <w:rFonts w:ascii="Calibri" w:hAnsi="Calibri" w:cs="Calibri" w:eastAsia="Calibri"/>
          <w:sz w:val="32"/>
          <w:szCs w:val="32"/>
          <w:spacing w:val="-4"/>
          <w:w w:val="100"/>
          <w:position w:val="1"/>
        </w:rPr>
        <w:t>r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oss</w:t>
      </w:r>
      <w:r>
        <w:rPr>
          <w:rFonts w:ascii="Calibri" w:hAnsi="Calibri" w:cs="Calibri" w:eastAsia="Calibri"/>
          <w:sz w:val="32"/>
          <w:szCs w:val="32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32"/>
          <w:szCs w:val="32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85" w:lineRule="auto"/>
        <w:ind w:left="2699" w:right="911" w:firstLine="-1416"/>
        <w:jc w:val="left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Ne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</w:rPr>
        <w:t>w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slet</w:t>
      </w:r>
      <w:r>
        <w:rPr>
          <w:rFonts w:ascii="Calibri" w:hAnsi="Calibri" w:cs="Calibri" w:eastAsia="Calibri"/>
          <w:sz w:val="36"/>
          <w:szCs w:val="36"/>
          <w:spacing w:val="-6"/>
          <w:w w:val="100"/>
          <w:b/>
          <w:bCs/>
        </w:rPr>
        <w:t>t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-2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of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the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DDS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Human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ig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Commit</w:t>
      </w:r>
      <w:r>
        <w:rPr>
          <w:rFonts w:ascii="Calibri" w:hAnsi="Calibri" w:cs="Calibri" w:eastAsia="Calibri"/>
          <w:sz w:val="36"/>
          <w:szCs w:val="36"/>
          <w:spacing w:val="-5"/>
          <w:w w:val="100"/>
          <w:b/>
          <w:bCs/>
        </w:rPr>
        <w:t>t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and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3"/>
          <w:w w:val="100"/>
          <w:b/>
          <w:bCs/>
        </w:rPr>
        <w:t>O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ffi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spacing w:val="-18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5"/>
          <w:w w:val="100"/>
          <w:b/>
          <w:bCs/>
        </w:rPr>
        <w:t>f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or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man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ig</w:t>
      </w:r>
      <w:r>
        <w:rPr>
          <w:rFonts w:ascii="Calibri" w:hAnsi="Calibri" w:cs="Calibri" w:eastAsia="Calibri"/>
          <w:sz w:val="36"/>
          <w:szCs w:val="36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36"/>
          <w:szCs w:val="36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36"/>
          <w:szCs w:val="36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4" w:lineRule="exact"/>
        <w:ind w:left="138" w:right="-20"/>
        <w:jc w:val="left"/>
        <w:tabs>
          <w:tab w:pos="8760" w:val="left"/>
        </w:tabs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39.75pt;margin-top:-105.805603pt;width:534.75pt;height:98.25pt;mso-position-horizontal-relative:page;mso-position-vertical-relative:paragraph;z-index:-578" coordorigin="795,-2116" coordsize="10695,1965">
            <v:group style="position:absolute;left:825;top:-2086;width:10635;height:1905" coordorigin="825,-2086" coordsize="10635,1905">
              <v:shape style="position:absolute;left:825;top:-2086;width:10635;height:1905" coordorigin="825,-2086" coordsize="10635,1905" path="m825,-181l11460,-181,11460,-2086,825,-2086,825,-181e" filled="t" fillcolor="#DCE6F1" stroked="f">
                <v:path arrowok="t"/>
                <v:fill/>
              </v:shape>
            </v:group>
            <v:group style="position:absolute;left:825;top:-2086;width:10635;height:1905" coordorigin="825,-2086" coordsize="10635,1905">
              <v:shape style="position:absolute;left:825;top:-2086;width:10635;height:1905" coordorigin="825,-2086" coordsize="10635,1905" path="m825,-181l11460,-181,11460,-2086,825,-2086,825,-181xe" filled="f" stroked="t" strokeweight="3pt" strokecolor="#4F81B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pt;margin-top:27.319397pt;width:540.080pt;height:507.973pt;mso-position-horizontal-relative:page;mso-position-vertical-relative:paragraph;z-index:-577" coordorigin="720,546" coordsize="10802,10159">
            <v:group style="position:absolute;left:814;top:554;width:10642;height:2" coordorigin="814,554" coordsize="10642,2">
              <v:shape style="position:absolute;left:814;top:554;width:10642;height:2" coordorigin="814,554" coordsize="10642,0" path="m814,554l11456,554e" filled="f" stroked="t" strokeweight=".75pt" strokecolor="#000000">
                <v:path arrowok="t"/>
              </v:shape>
            </v:group>
            <v:group style="position:absolute;left:735;top:8924;width:5495;height:1767" coordorigin="735,8924" coordsize="5495,1767">
              <v:shape style="position:absolute;left:735;top:8924;width:5495;height:1767" coordorigin="735,8924" coordsize="5495,1767" path="m4873,8924l1563,8924,1495,8925,1428,8927,1364,8930,1301,8935,1240,8941,1127,8957,1024,8977,934,9002,859,9029,800,9060,746,9110,735,9146,735,10036,777,10107,859,10154,934,10181,1024,10205,1127,10226,1240,10241,1301,10248,1364,10252,1428,10256,1495,10258,1563,10259,3631,10259,6230,10691,4873,10259,4940,10258,5007,10256,5071,10252,5134,10248,5195,10241,5308,10226,5411,10205,5501,10181,5576,10154,5635,10123,5689,10072,5700,10036,5700,9146,5658,9076,5576,9029,5501,9002,5411,8977,5308,8957,5195,8941,5134,8935,5071,8930,5007,8927,4940,8925,4873,8924e" filled="t" fillcolor="#CCFFCC" stroked="f">
                <v:path arrowok="t"/>
                <v:fill/>
              </v:shape>
            </v:group>
            <v:group style="position:absolute;left:735;top:8924;width:5495;height:1767" coordorigin="735,8924" coordsize="5495,1767">
              <v:shape style="position:absolute;left:735;top:8924;width:5495;height:1767" coordorigin="735,8924" coordsize="5495,1767" path="m1563,8924l1495,8925,1428,8927,1364,8930,1301,8935,1240,8941,1127,8957,1024,8977,934,9002,859,9029,800,9060,746,9110,735,9146,735,9703,735,10036,777,10107,859,10154,934,10181,1024,10205,1127,10226,1240,10241,1301,10248,1364,10252,1428,10256,1495,10258,1563,10259,3631,10259,6230,10691,4873,10259,4940,10258,5007,10256,5071,10252,5134,10248,5195,10241,5308,10226,5411,10205,5501,10181,5576,10154,5635,10123,5689,10072,5700,10036,5700,9703,5700,9146,5658,9076,5576,9029,5501,9002,5411,8977,5308,8957,5195,8941,5134,8935,5071,8930,5007,8927,4940,8925,4873,8924,3631,8924,1563,8924e" filled="f" stroked="t" strokeweight="1.5pt" strokecolor="#000000">
                <v:path arrowok="t"/>
              </v:shape>
            </v:group>
            <v:group style="position:absolute;left:5865;top:569;width:30;height:9930" coordorigin="5865,569" coordsize="30,9930">
              <v:shape style="position:absolute;left:5865;top:569;width:30;height:9930" coordorigin="5865,569" coordsize="30,9930" path="m5865,569l5895,10499e" filled="f" stroked="t" strokeweight=".75pt" strokecolor="#000000">
                <v:path arrowok="t"/>
              </v:shape>
              <v:shape style="position:absolute;left:8310;top:2017;width:3212;height:5116" type="#_x0000_t75">
                <v:imagedata r:id="rId5" o:title="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</w:rPr>
        <w:t>V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lume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32"/>
          <w:szCs w:val="32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2"/>
          <w:szCs w:val="32"/>
          <w:spacing w:val="2"/>
          <w:w w:val="100"/>
          <w:b/>
          <w:bCs/>
        </w:rPr>
        <w:t>s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32"/>
          <w:szCs w:val="32"/>
          <w:spacing w:val="-3"/>
          <w:w w:val="100"/>
          <w:b/>
          <w:bCs/>
        </w:rPr>
        <w:t>s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32"/>
          <w:szCs w:val="32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2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0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1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32"/>
          <w:szCs w:val="32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2240" w:h="15840"/>
          <w:pgMar w:top="1020" w:bottom="280" w:left="700" w:right="660"/>
        </w:sectPr>
      </w:pPr>
      <w:rPr/>
    </w:p>
    <w:p>
      <w:pPr>
        <w:spacing w:before="57" w:after="0" w:line="240" w:lineRule="auto"/>
        <w:ind w:left="1309" w:right="-20"/>
        <w:jc w:val="left"/>
        <w:rPr>
          <w:rFonts w:ascii="Aharoni" w:hAnsi="Aharoni" w:cs="Aharoni" w:eastAsia="Aharoni"/>
          <w:sz w:val="28"/>
          <w:szCs w:val="28"/>
        </w:rPr>
      </w:pPr>
      <w:rPr/>
      <w:r>
        <w:rPr>
          <w:rFonts w:ascii="Aharoni" w:hAnsi="Aharoni" w:cs="Aharoni" w:eastAsia="Aharoni"/>
          <w:sz w:val="28"/>
          <w:szCs w:val="28"/>
          <w:color w:val="C00000"/>
          <w:spacing w:val="0"/>
          <w:w w:val="100"/>
          <w:b/>
          <w:bCs/>
        </w:rPr>
        <w:t>Ge</w:t>
      </w:r>
      <w:r>
        <w:rPr>
          <w:rFonts w:ascii="Aharoni" w:hAnsi="Aharoni" w:cs="Aharoni" w:eastAsia="Aharoni"/>
          <w:sz w:val="28"/>
          <w:szCs w:val="28"/>
          <w:color w:val="C00000"/>
          <w:spacing w:val="-1"/>
          <w:w w:val="100"/>
          <w:b/>
          <w:bCs/>
        </w:rPr>
        <w:t>t</w:t>
      </w:r>
      <w:r>
        <w:rPr>
          <w:rFonts w:ascii="Aharoni" w:hAnsi="Aharoni" w:cs="Aharoni" w:eastAsia="Aharoni"/>
          <w:sz w:val="28"/>
          <w:szCs w:val="28"/>
          <w:color w:val="C00000"/>
          <w:spacing w:val="1"/>
          <w:w w:val="100"/>
          <w:b/>
          <w:bCs/>
        </w:rPr>
        <w:t>t</w:t>
      </w:r>
      <w:r>
        <w:rPr>
          <w:rFonts w:ascii="Aharoni" w:hAnsi="Aharoni" w:cs="Aharoni" w:eastAsia="Aharoni"/>
          <w:sz w:val="28"/>
          <w:szCs w:val="28"/>
          <w:color w:val="C00000"/>
          <w:spacing w:val="-1"/>
          <w:w w:val="100"/>
          <w:b/>
          <w:bCs/>
        </w:rPr>
        <w:t>i</w:t>
      </w:r>
      <w:r>
        <w:rPr>
          <w:rFonts w:ascii="Aharoni" w:hAnsi="Aharoni" w:cs="Aharoni" w:eastAsia="Aharoni"/>
          <w:sz w:val="28"/>
          <w:szCs w:val="28"/>
          <w:color w:val="C00000"/>
          <w:spacing w:val="0"/>
          <w:w w:val="100"/>
          <w:b/>
          <w:bCs/>
        </w:rPr>
        <w:t>ng</w:t>
      </w:r>
      <w:r>
        <w:rPr>
          <w:rFonts w:ascii="Aharoni" w:hAnsi="Aharoni" w:cs="Aharoni" w:eastAsia="Aharoni"/>
          <w:sz w:val="28"/>
          <w:szCs w:val="28"/>
          <w:color w:val="C00000"/>
          <w:spacing w:val="0"/>
          <w:w w:val="100"/>
          <w:b/>
          <w:bCs/>
        </w:rPr>
        <w:t> </w:t>
      </w:r>
      <w:r>
        <w:rPr>
          <w:rFonts w:ascii="Aharoni" w:hAnsi="Aharoni" w:cs="Aharoni" w:eastAsia="Aharoni"/>
          <w:sz w:val="28"/>
          <w:szCs w:val="28"/>
          <w:color w:val="C00000"/>
          <w:spacing w:val="0"/>
          <w:w w:val="100"/>
          <w:b/>
          <w:bCs/>
        </w:rPr>
        <w:t>C</w:t>
      </w:r>
      <w:r>
        <w:rPr>
          <w:rFonts w:ascii="Aharoni" w:hAnsi="Aharoni" w:cs="Aharoni" w:eastAsia="Aharoni"/>
          <w:sz w:val="28"/>
          <w:szCs w:val="28"/>
          <w:color w:val="C00000"/>
          <w:spacing w:val="-2"/>
          <w:w w:val="100"/>
          <w:b/>
          <w:bCs/>
        </w:rPr>
        <w:t>o</w:t>
      </w:r>
      <w:r>
        <w:rPr>
          <w:rFonts w:ascii="Aharoni" w:hAnsi="Aharoni" w:cs="Aharoni" w:eastAsia="Aharoni"/>
          <w:sz w:val="28"/>
          <w:szCs w:val="28"/>
          <w:color w:val="C00000"/>
          <w:spacing w:val="0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C00000"/>
          <w:spacing w:val="1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C00000"/>
          <w:spacing w:val="-2"/>
          <w:w w:val="100"/>
          <w:b/>
          <w:bCs/>
        </w:rPr>
        <w:t>e</w:t>
      </w:r>
      <w:r>
        <w:rPr>
          <w:rFonts w:ascii="Aharoni" w:hAnsi="Aharoni" w:cs="Aharoni" w:eastAsia="Aharoni"/>
          <w:sz w:val="28"/>
          <w:szCs w:val="28"/>
          <w:color w:val="C00000"/>
          <w:spacing w:val="0"/>
          <w:w w:val="100"/>
          <w:b/>
          <w:bCs/>
        </w:rPr>
        <w:t>cted</w:t>
      </w:r>
      <w:r>
        <w:rPr>
          <w:rFonts w:ascii="Aharoni" w:hAnsi="Aharoni" w:cs="Aharoni" w:eastAsia="Aharoni"/>
          <w:sz w:val="28"/>
          <w:szCs w:val="28"/>
          <w:color w:val="00000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85" w:lineRule="auto"/>
        <w:ind w:left="109" w:right="54"/>
        <w:jc w:val="left"/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Suppor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ng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more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36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,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0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0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0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by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1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b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j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ob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ruc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ne.</w:t>
      </w:r>
      <w:r>
        <w:rPr>
          <w:rFonts w:ascii="Californian FB" w:hAnsi="Californian FB" w:cs="Californian FB" w:eastAsia="Californian FB"/>
          <w:sz w:val="20"/>
          <w:szCs w:val="20"/>
          <w:spacing w:val="4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b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pla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y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,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.</w:t>
      </w:r>
      <w:r>
        <w:rPr>
          <w:rFonts w:ascii="Californian FB" w:hAnsi="Californian FB" w:cs="Californian FB" w:eastAsia="Californian FB"/>
          <w:sz w:val="20"/>
          <w:szCs w:val="20"/>
          <w:spacing w:val="3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ork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ro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der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nc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s’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Co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s.</w:t>
      </w:r>
      <w:r>
        <w:rPr>
          <w:rFonts w:ascii="Californian FB" w:hAnsi="Californian FB" w:cs="Californian FB" w:eastAsia="Californian FB"/>
          <w:sz w:val="20"/>
          <w:szCs w:val="20"/>
          <w:spacing w:val="3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240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ro-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der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many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more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one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.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se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rs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k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pro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ome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ner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b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.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uppor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be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omp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1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ult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re-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.</w:t>
      </w:r>
      <w:r>
        <w:rPr>
          <w:rFonts w:ascii="Californian FB" w:hAnsi="Californian FB" w:cs="Californian FB" w:eastAsia="Californian FB"/>
          <w:sz w:val="20"/>
          <w:szCs w:val="20"/>
          <w:spacing w:val="39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ff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for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ry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ke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to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p.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5" w:lineRule="auto"/>
        <w:ind w:left="109" w:right="-54"/>
        <w:jc w:val="left"/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ssue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ffort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roduce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(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-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duc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)</w:t>
      </w:r>
      <w:r>
        <w:rPr>
          <w:rFonts w:ascii="Californian FB" w:hAnsi="Californian FB" w:cs="Californian FB" w:eastAsia="Californian FB"/>
          <w:sz w:val="20"/>
          <w:szCs w:val="20"/>
          <w:spacing w:val="-1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y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of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b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rs,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Co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nat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rs,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-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v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s.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3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ke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to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off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de-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gu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dan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,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pd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s.</w:t>
      </w:r>
      <w:r>
        <w:rPr>
          <w:rFonts w:ascii="Californian FB" w:hAnsi="Californian FB" w:cs="Californian FB" w:eastAsia="Californian FB"/>
          <w:sz w:val="20"/>
          <w:szCs w:val="20"/>
          <w:spacing w:val="3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We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y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ou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ff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su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-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ns,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know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ow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p,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nd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y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on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8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omp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1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q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dar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s.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09" w:right="-20"/>
        <w:jc w:val="left"/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ple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: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40" w:after="0" w:line="246" w:lineRule="exact"/>
        <w:ind w:left="109" w:right="-20"/>
        <w:jc w:val="left"/>
        <w:tabs>
          <w:tab w:pos="460" w:val="left"/>
        </w:tabs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re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sle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9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ot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95" w:after="0" w:line="240" w:lineRule="auto"/>
        <w:ind w:left="1076" w:right="-20"/>
        <w:jc w:val="left"/>
        <w:rPr>
          <w:rFonts w:ascii="Aharoni" w:hAnsi="Aharoni" w:cs="Aharoni" w:eastAsia="Aharoni"/>
          <w:sz w:val="28"/>
          <w:szCs w:val="28"/>
        </w:rPr>
      </w:pPr>
      <w:rPr/>
      <w:r>
        <w:rPr/>
        <w:br w:type="column"/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H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u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m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a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 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R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i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g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h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t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s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 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C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hampion</w:t>
      </w:r>
      <w:r>
        <w:rPr>
          <w:rFonts w:ascii="Aharoni" w:hAnsi="Aharoni" w:cs="Aharoni" w:eastAsia="Aharoni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85" w:lineRule="auto"/>
        <w:ind w:right="25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ling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85" w:lineRule="auto"/>
        <w:ind w:right="330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OK.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iffi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</w:p>
    <w:p>
      <w:pPr>
        <w:spacing w:before="0" w:after="0" w:line="285" w:lineRule="auto"/>
        <w:ind w:right="341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5" w:lineRule="auto"/>
        <w:ind w:right="331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cted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3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280" w:left="700" w:right="660"/>
          <w:cols w:num="2" w:equalWidth="0">
            <w:col w:w="4917" w:space="336"/>
            <w:col w:w="5627"/>
          </w:cols>
        </w:sectPr>
      </w:pPr>
      <w:rPr/>
    </w:p>
    <w:p>
      <w:pPr>
        <w:spacing w:before="31" w:after="0" w:line="270" w:lineRule="atLeast"/>
        <w:ind w:left="469" w:right="-54" w:firstLine="-360"/>
        <w:jc w:val="left"/>
        <w:tabs>
          <w:tab w:pos="460" w:val="left"/>
        </w:tabs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on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s,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know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y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ur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36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Le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FFFFFF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color w:val="FFFFFF"/>
          <w:spacing w:val="4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FFFFFF"/>
          <w:spacing w:val="-1"/>
          <w:w w:val="100"/>
          <w:b/>
          <w:bCs/>
        </w:rPr>
        <w:t>J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FFFFFF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color w:val="FFFFFF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FFFFFF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color w:val="FFFFFF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280" w:left="700" w:right="660"/>
          <w:cols w:num="3" w:equalWidth="0">
            <w:col w:w="4557" w:space="696"/>
            <w:col w:w="2076" w:space="879"/>
            <w:col w:w="2672"/>
          </w:cols>
        </w:sectPr>
      </w:pPr>
      <w:rPr/>
    </w:p>
    <w:p>
      <w:pPr>
        <w:spacing w:before="43" w:after="0" w:line="240" w:lineRule="auto"/>
        <w:ind w:left="109" w:right="-20"/>
        <w:jc w:val="left"/>
        <w:tabs>
          <w:tab w:pos="460" w:val="left"/>
        </w:tabs>
        <w:rPr>
          <w:rFonts w:ascii="Californian FB" w:hAnsi="Californian FB" w:cs="Californian FB" w:eastAsia="Californian FB"/>
          <w:sz w:val="20"/>
          <w:szCs w:val="20"/>
        </w:rPr>
      </w:pPr>
      <w:rPr/>
      <w:r>
        <w:rPr/>
        <w:pict>
          <v:group style="position:absolute;margin-left:40.5pt;margin-top:37.310001pt;width:534pt;height:1.69pt;mso-position-horizontal-relative:page;mso-position-vertical-relative:page;z-index:-579" coordorigin="810,746" coordsize="10680,34">
            <v:shape style="position:absolute;left:810;top:746;width:10680;height:34" coordorigin="810,746" coordsize="10680,34" path="m810,746l11490,780e" filled="f" stroked="t" strokeweight="1.5pt" strokecolor="#000000">
              <v:path arrowok="t"/>
            </v:shape>
          </v:group>
          <w10:wrap type="none"/>
        </w:pict>
      </w:r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sug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st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for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ure</w:t>
      </w:r>
      <w:r>
        <w:rPr>
          <w:rFonts w:ascii="Californian FB" w:hAnsi="Californian FB" w:cs="Californian FB" w:eastAsia="Californian FB"/>
          <w:sz w:val="20"/>
          <w:szCs w:val="20"/>
          <w:spacing w:val="-5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w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43" w:after="0" w:line="240" w:lineRule="auto"/>
        <w:ind w:left="109" w:right="-20"/>
        <w:jc w:val="left"/>
        <w:tabs>
          <w:tab w:pos="460" w:val="left"/>
        </w:tabs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sub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7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43" w:after="0" w:line="240" w:lineRule="auto"/>
        <w:ind w:left="109" w:right="-20"/>
        <w:jc w:val="left"/>
        <w:tabs>
          <w:tab w:pos="460" w:val="left"/>
        </w:tabs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sk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for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44" w:after="0" w:line="286" w:lineRule="auto"/>
        <w:ind w:left="109" w:right="-54"/>
        <w:jc w:val="left"/>
        <w:rPr>
          <w:rFonts w:ascii="Californian FB" w:hAnsi="Californian FB" w:cs="Californian FB" w:eastAsia="Californian FB"/>
          <w:sz w:val="20"/>
          <w:szCs w:val="20"/>
        </w:rPr>
      </w:pPr>
      <w:rPr/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We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c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oth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mu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on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su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p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o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3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fo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l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ks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2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x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rc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s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-9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th</w:t>
      </w:r>
      <w:r>
        <w:rPr>
          <w:rFonts w:ascii="Californian FB" w:hAnsi="Californian FB" w:cs="Californian FB" w:eastAsia="Californian FB"/>
          <w:sz w:val="20"/>
          <w:szCs w:val="20"/>
          <w:spacing w:val="3"/>
          <w:w w:val="100"/>
        </w:rPr>
        <w:t>e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4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u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m</w:t>
      </w:r>
      <w:r>
        <w:rPr>
          <w:rFonts w:ascii="Californian FB" w:hAnsi="Californian FB" w:cs="Californian FB" w:eastAsia="Californian FB"/>
          <w:sz w:val="20"/>
          <w:szCs w:val="20"/>
          <w:spacing w:val="1"/>
          <w:w w:val="100"/>
        </w:rPr>
        <w:t>a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n</w:t>
      </w:r>
      <w:r>
        <w:rPr>
          <w:rFonts w:ascii="Californian FB" w:hAnsi="Californian FB" w:cs="Californian FB" w:eastAsia="Californian FB"/>
          <w:sz w:val="20"/>
          <w:szCs w:val="20"/>
          <w:spacing w:val="-6"/>
          <w:w w:val="100"/>
        </w:rPr>
        <w:t> 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r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i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g</w:t>
      </w:r>
      <w:r>
        <w:rPr>
          <w:rFonts w:ascii="Californian FB" w:hAnsi="Californian FB" w:cs="Californian FB" w:eastAsia="Californian FB"/>
          <w:sz w:val="20"/>
          <w:szCs w:val="20"/>
          <w:spacing w:val="2"/>
          <w:w w:val="100"/>
        </w:rPr>
        <w:t>h</w:t>
      </w:r>
      <w:r>
        <w:rPr>
          <w:rFonts w:ascii="Californian FB" w:hAnsi="Californian FB" w:cs="Californian FB" w:eastAsia="Californian FB"/>
          <w:sz w:val="20"/>
          <w:szCs w:val="20"/>
          <w:spacing w:val="-1"/>
          <w:w w:val="100"/>
        </w:rPr>
        <w:t>t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  <w:t>s.</w:t>
      </w:r>
      <w:r>
        <w:rPr>
          <w:rFonts w:ascii="Californian FB" w:hAnsi="Californian FB" w:cs="Californian FB" w:eastAsia="Californian FB"/>
          <w:sz w:val="20"/>
          <w:szCs w:val="2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3" w:lineRule="auto"/>
        <w:ind w:left="109" w:right="85" w:firstLine="60"/>
        <w:jc w:val="left"/>
        <w:rPr>
          <w:rFonts w:ascii="Berlin Sans FB" w:hAnsi="Berlin Sans FB" w:cs="Berlin Sans FB" w:eastAsia="Berlin Sans FB"/>
          <w:sz w:val="20"/>
          <w:szCs w:val="20"/>
        </w:rPr>
      </w:pPr>
      <w:rPr/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"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I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a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m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n</w:t>
      </w:r>
      <w:r>
        <w:rPr>
          <w:rFonts w:ascii="Berlin Sans FB" w:hAnsi="Berlin Sans FB" w:cs="Berlin Sans FB" w:eastAsia="Berlin Sans FB"/>
          <w:sz w:val="24"/>
          <w:szCs w:val="24"/>
          <w:spacing w:val="2"/>
          <w:w w:val="100"/>
        </w:rPr>
        <w:t>e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i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th</w:t>
      </w:r>
      <w:r>
        <w:rPr>
          <w:rFonts w:ascii="Berlin Sans FB" w:hAnsi="Berlin Sans FB" w:cs="Berlin Sans FB" w:eastAsia="Berlin Sans FB"/>
          <w:sz w:val="24"/>
          <w:szCs w:val="24"/>
          <w:spacing w:val="1"/>
          <w:w w:val="100"/>
        </w:rPr>
        <w:t>e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r</w:t>
      </w:r>
      <w:r>
        <w:rPr>
          <w:rFonts w:ascii="Berlin Sans FB" w:hAnsi="Berlin Sans FB" w:cs="Berlin Sans FB" w:eastAsia="Berlin Sans FB"/>
          <w:sz w:val="24"/>
          <w:szCs w:val="24"/>
          <w:spacing w:val="-6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a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n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2"/>
          <w:w w:val="100"/>
        </w:rPr>
        <w:t>o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p</w:t>
      </w:r>
      <w:r>
        <w:rPr>
          <w:rFonts w:ascii="Berlin Sans FB" w:hAnsi="Berlin Sans FB" w:cs="Berlin Sans FB" w:eastAsia="Berlin Sans FB"/>
          <w:sz w:val="24"/>
          <w:szCs w:val="24"/>
          <w:spacing w:val="2"/>
          <w:w w:val="100"/>
        </w:rPr>
        <w:t>t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im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i</w:t>
      </w:r>
      <w:r>
        <w:rPr>
          <w:rFonts w:ascii="Berlin Sans FB" w:hAnsi="Berlin Sans FB" w:cs="Berlin Sans FB" w:eastAsia="Berlin Sans FB"/>
          <w:sz w:val="24"/>
          <w:szCs w:val="24"/>
          <w:spacing w:val="2"/>
          <w:w w:val="100"/>
        </w:rPr>
        <w:t>s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t</w:t>
      </w:r>
      <w:r>
        <w:rPr>
          <w:rFonts w:ascii="Berlin Sans FB" w:hAnsi="Berlin Sans FB" w:cs="Berlin Sans FB" w:eastAsia="Berlin Sans FB"/>
          <w:sz w:val="24"/>
          <w:szCs w:val="24"/>
          <w:spacing w:val="-4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n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or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1"/>
          <w:w w:val="100"/>
        </w:rPr>
        <w:t>p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essim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i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st,</w:t>
      </w:r>
      <w:r>
        <w:rPr>
          <w:rFonts w:ascii="Berlin Sans FB" w:hAnsi="Berlin Sans FB" w:cs="Berlin Sans FB" w:eastAsia="Berlin Sans FB"/>
          <w:sz w:val="24"/>
          <w:szCs w:val="24"/>
          <w:spacing w:val="-8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b</w:t>
      </w:r>
      <w:r>
        <w:rPr>
          <w:rFonts w:ascii="Berlin Sans FB" w:hAnsi="Berlin Sans FB" w:cs="Berlin Sans FB" w:eastAsia="Berlin Sans FB"/>
          <w:sz w:val="24"/>
          <w:szCs w:val="24"/>
          <w:spacing w:val="2"/>
          <w:w w:val="100"/>
        </w:rPr>
        <w:t>u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t</w:t>
      </w:r>
      <w:r>
        <w:rPr>
          <w:rFonts w:ascii="Berlin Sans FB" w:hAnsi="Berlin Sans FB" w:cs="Berlin Sans FB" w:eastAsia="Berlin Sans FB"/>
          <w:sz w:val="24"/>
          <w:szCs w:val="24"/>
          <w:spacing w:val="-2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a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 </w:t>
      </w:r>
      <w:r>
        <w:rPr>
          <w:rFonts w:ascii="Berlin Sans FB" w:hAnsi="Berlin Sans FB" w:cs="Berlin Sans FB" w:eastAsia="Berlin Sans FB"/>
          <w:sz w:val="24"/>
          <w:szCs w:val="24"/>
          <w:spacing w:val="-1"/>
          <w:w w:val="100"/>
        </w:rPr>
        <w:t>p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ossi</w:t>
      </w:r>
      <w:r>
        <w:rPr>
          <w:rFonts w:ascii="Berlin Sans FB" w:hAnsi="Berlin Sans FB" w:cs="Berlin Sans FB" w:eastAsia="Berlin Sans FB"/>
          <w:sz w:val="24"/>
          <w:szCs w:val="24"/>
          <w:spacing w:val="1"/>
          <w:w w:val="100"/>
        </w:rPr>
        <w:t>b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il</w:t>
      </w:r>
      <w:r>
        <w:rPr>
          <w:rFonts w:ascii="Berlin Sans FB" w:hAnsi="Berlin Sans FB" w:cs="Berlin Sans FB" w:eastAsia="Berlin Sans FB"/>
          <w:sz w:val="24"/>
          <w:szCs w:val="24"/>
          <w:spacing w:val="-3"/>
          <w:w w:val="100"/>
        </w:rPr>
        <w:t>i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st</w:t>
      </w:r>
      <w:r>
        <w:rPr>
          <w:rFonts w:ascii="Berlin Sans FB" w:hAnsi="Berlin Sans FB" w:cs="Berlin Sans FB" w:eastAsia="Berlin Sans FB"/>
          <w:sz w:val="24"/>
          <w:szCs w:val="24"/>
          <w:spacing w:val="1"/>
          <w:w w:val="100"/>
        </w:rPr>
        <w:t>.</w:t>
      </w:r>
      <w:r>
        <w:rPr>
          <w:rFonts w:ascii="Berlin Sans FB" w:hAnsi="Berlin Sans FB" w:cs="Berlin Sans FB" w:eastAsia="Berlin Sans FB"/>
          <w:sz w:val="24"/>
          <w:szCs w:val="24"/>
          <w:spacing w:val="0"/>
          <w:w w:val="100"/>
        </w:rPr>
        <w:t>"</w:t>
      </w:r>
      <w:r>
        <w:rPr>
          <w:rFonts w:ascii="Berlin Sans FB" w:hAnsi="Berlin Sans FB" w:cs="Berlin Sans FB" w:eastAsia="Berlin Sans FB"/>
          <w:sz w:val="24"/>
          <w:szCs w:val="24"/>
          <w:spacing w:val="57"/>
          <w:w w:val="100"/>
        </w:rPr>
        <w:t> </w:t>
      </w:r>
      <w:r>
        <w:rPr>
          <w:rFonts w:ascii="Berlin Sans FB" w:hAnsi="Berlin Sans FB" w:cs="Berlin Sans FB" w:eastAsia="Berlin Sans FB"/>
          <w:sz w:val="20"/>
          <w:szCs w:val="20"/>
          <w:spacing w:val="-1"/>
          <w:w w:val="100"/>
          <w:b/>
          <w:bCs/>
        </w:rPr>
        <w:t>M</w:t>
      </w:r>
      <w:r>
        <w:rPr>
          <w:rFonts w:ascii="Berlin Sans FB" w:hAnsi="Berlin Sans FB" w:cs="Berlin Sans FB" w:eastAsia="Berlin Sans FB"/>
          <w:sz w:val="20"/>
          <w:szCs w:val="20"/>
          <w:spacing w:val="1"/>
          <w:w w:val="100"/>
          <w:b/>
          <w:bCs/>
        </w:rPr>
        <w:t>a</w:t>
      </w:r>
      <w:r>
        <w:rPr>
          <w:rFonts w:ascii="Berlin Sans FB" w:hAnsi="Berlin Sans FB" w:cs="Berlin Sans FB" w:eastAsia="Berlin Sans FB"/>
          <w:sz w:val="20"/>
          <w:szCs w:val="20"/>
          <w:spacing w:val="0"/>
          <w:w w:val="100"/>
          <w:b/>
          <w:bCs/>
        </w:rPr>
        <w:t>x</w:t>
      </w:r>
      <w:r>
        <w:rPr>
          <w:rFonts w:ascii="Berlin Sans FB" w:hAnsi="Berlin Sans FB" w:cs="Berlin Sans FB" w:eastAsia="Berlin Sans FB"/>
          <w:sz w:val="20"/>
          <w:szCs w:val="20"/>
          <w:spacing w:val="-4"/>
          <w:w w:val="100"/>
          <w:b/>
          <w:bCs/>
        </w:rPr>
        <w:t> </w:t>
      </w:r>
      <w:r>
        <w:rPr>
          <w:rFonts w:ascii="Berlin Sans FB" w:hAnsi="Berlin Sans FB" w:cs="Berlin Sans FB" w:eastAsia="Berlin Sans FB"/>
          <w:sz w:val="20"/>
          <w:szCs w:val="20"/>
          <w:spacing w:val="3"/>
          <w:w w:val="100"/>
          <w:b/>
          <w:bCs/>
        </w:rPr>
        <w:t>L</w:t>
      </w:r>
      <w:r>
        <w:rPr>
          <w:rFonts w:ascii="Berlin Sans FB" w:hAnsi="Berlin Sans FB" w:cs="Berlin Sans FB" w:eastAsia="Berlin Sans FB"/>
          <w:sz w:val="20"/>
          <w:szCs w:val="20"/>
          <w:spacing w:val="-2"/>
          <w:w w:val="100"/>
          <w:b/>
          <w:bCs/>
        </w:rPr>
        <w:t>e</w:t>
      </w:r>
      <w:r>
        <w:rPr>
          <w:rFonts w:ascii="Berlin Sans FB" w:hAnsi="Berlin Sans FB" w:cs="Berlin Sans FB" w:eastAsia="Berlin Sans FB"/>
          <w:sz w:val="20"/>
          <w:szCs w:val="20"/>
          <w:spacing w:val="0"/>
          <w:w w:val="100"/>
          <w:b/>
          <w:bCs/>
        </w:rPr>
        <w:t>r</w:t>
      </w:r>
      <w:r>
        <w:rPr>
          <w:rFonts w:ascii="Berlin Sans FB" w:hAnsi="Berlin Sans FB" w:cs="Berlin Sans FB" w:eastAsia="Berlin Sans FB"/>
          <w:sz w:val="20"/>
          <w:szCs w:val="20"/>
          <w:spacing w:val="3"/>
          <w:w w:val="100"/>
          <w:b/>
          <w:bCs/>
        </w:rPr>
        <w:t>n</w:t>
      </w:r>
      <w:r>
        <w:rPr>
          <w:rFonts w:ascii="Berlin Sans FB" w:hAnsi="Berlin Sans FB" w:cs="Berlin Sans FB" w:eastAsia="Berlin Sans FB"/>
          <w:sz w:val="20"/>
          <w:szCs w:val="20"/>
          <w:spacing w:val="-2"/>
          <w:w w:val="100"/>
          <w:b/>
          <w:bCs/>
        </w:rPr>
        <w:t>e</w:t>
      </w:r>
      <w:r>
        <w:rPr>
          <w:rFonts w:ascii="Berlin Sans FB" w:hAnsi="Berlin Sans FB" w:cs="Berlin Sans FB" w:eastAsia="Berlin Sans FB"/>
          <w:sz w:val="20"/>
          <w:szCs w:val="20"/>
          <w:spacing w:val="0"/>
          <w:w w:val="100"/>
          <w:b/>
          <w:bCs/>
        </w:rPr>
        <w:t>r</w:t>
      </w:r>
      <w:r>
        <w:rPr>
          <w:rFonts w:ascii="Berlin Sans FB" w:hAnsi="Berlin Sans FB" w:cs="Berlin Sans FB" w:eastAsia="Berlin Sans FB"/>
          <w:sz w:val="20"/>
          <w:szCs w:val="20"/>
          <w:spacing w:val="0"/>
          <w:w w:val="100"/>
        </w:rPr>
      </w:r>
    </w:p>
    <w:p>
      <w:pPr>
        <w:spacing w:before="0" w:after="0" w:line="205" w:lineRule="exact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ire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Af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36" w:after="0" w:line="276" w:lineRule="auto"/>
        <w:ind w:right="28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ip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Coor-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orm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oten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76" w:lineRule="auto"/>
        <w:ind w:right="20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room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95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99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type w:val="continuous"/>
          <w:pgSz w:w="12240" w:h="15840"/>
          <w:pgMar w:top="1020" w:bottom="280" w:left="700" w:right="660"/>
          <w:cols w:num="2" w:equalWidth="0">
            <w:col w:w="4727" w:space="526"/>
            <w:col w:w="5627"/>
          </w:cols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292.130005pt;margin-top:38.25pt;width:6pt;height:714.75pt;mso-position-horizontal-relative:page;mso-position-vertical-relative:page;z-index:-576" coordorigin="5843,765" coordsize="120,14295">
            <v:shape style="position:absolute;left:5843;top:765;width:120;height:14295" coordorigin="5843,765" coordsize="120,14295" path="m5843,765l5963,15060e" filled="f" stroked="t" strokeweight=".75pt" strokecolor="#000000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06" w:right="-82"/>
        <w:jc w:val="left"/>
        <w:rPr>
          <w:rFonts w:ascii="Aharoni" w:hAnsi="Aharoni" w:cs="Aharoni" w:eastAsia="Aharoni"/>
          <w:sz w:val="28"/>
          <w:szCs w:val="28"/>
        </w:rPr>
      </w:pPr>
      <w:rPr/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H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u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m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a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 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R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i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g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h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t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s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 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C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hampio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—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c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o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nti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u</w:t>
      </w:r>
      <w:r>
        <w:rPr>
          <w:rFonts w:ascii="Aharoni" w:hAnsi="Aharoni" w:cs="Aharoni" w:eastAsia="Aharoni"/>
          <w:sz w:val="28"/>
          <w:szCs w:val="28"/>
          <w:color w:val="0000FF"/>
          <w:spacing w:val="-3"/>
          <w:w w:val="100"/>
          <w:b/>
          <w:bCs/>
        </w:rPr>
        <w:t>e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d</w:t>
      </w:r>
      <w:r>
        <w:rPr>
          <w:rFonts w:ascii="Aharoni" w:hAnsi="Aharoni" w:cs="Aharoni" w:eastAsia="Aharoni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17" w:right="995"/>
        <w:jc w:val="center"/>
        <w:rPr>
          <w:rFonts w:ascii="Aharoni" w:hAnsi="Aharoni" w:cs="Aharoni" w:eastAsia="Aharoni"/>
          <w:sz w:val="28"/>
          <w:szCs w:val="28"/>
        </w:rPr>
      </w:pPr>
      <w:rPr/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Joh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—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The</w:t>
      </w:r>
      <w:r>
        <w:rPr>
          <w:rFonts w:ascii="Aharoni" w:hAnsi="Aharoni" w:cs="Aharoni" w:eastAsia="Aharoni"/>
          <w:sz w:val="28"/>
          <w:szCs w:val="28"/>
          <w:color w:val="0000FF"/>
          <w:spacing w:val="-3"/>
          <w:w w:val="100"/>
          <w:b/>
          <w:bCs/>
        </w:rPr>
        <w:t> 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I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n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t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er</w:t>
      </w:r>
      <w:r>
        <w:rPr>
          <w:rFonts w:ascii="Aharoni" w:hAnsi="Aharoni" w:cs="Aharoni" w:eastAsia="Aharoni"/>
          <w:sz w:val="28"/>
          <w:szCs w:val="28"/>
          <w:color w:val="0000FF"/>
          <w:spacing w:val="-1"/>
          <w:w w:val="100"/>
          <w:b/>
          <w:bCs/>
        </w:rPr>
        <w:t>v</w:t>
      </w:r>
      <w:r>
        <w:rPr>
          <w:rFonts w:ascii="Aharoni" w:hAnsi="Aharoni" w:cs="Aharoni" w:eastAsia="Aharoni"/>
          <w:sz w:val="28"/>
          <w:szCs w:val="28"/>
          <w:color w:val="0000FF"/>
          <w:spacing w:val="1"/>
          <w:w w:val="100"/>
          <w:b/>
          <w:bCs/>
        </w:rPr>
        <w:t>i</w:t>
      </w:r>
      <w:r>
        <w:rPr>
          <w:rFonts w:ascii="Aharoni" w:hAnsi="Aharoni" w:cs="Aharoni" w:eastAsia="Aharoni"/>
          <w:sz w:val="28"/>
          <w:szCs w:val="28"/>
          <w:color w:val="0000FF"/>
          <w:spacing w:val="-2"/>
          <w:w w:val="100"/>
          <w:b/>
          <w:bCs/>
        </w:rPr>
        <w:t>e</w:t>
      </w:r>
      <w:r>
        <w:rPr>
          <w:rFonts w:ascii="Aharoni" w:hAnsi="Aharoni" w:cs="Aharoni" w:eastAsia="Aharoni"/>
          <w:sz w:val="28"/>
          <w:szCs w:val="28"/>
          <w:color w:val="0000FF"/>
          <w:spacing w:val="0"/>
          <w:w w:val="100"/>
          <w:b/>
          <w:bCs/>
        </w:rPr>
        <w:t>w</w:t>
      </w:r>
      <w:r>
        <w:rPr>
          <w:rFonts w:ascii="Aharoni" w:hAnsi="Aharoni" w:cs="Aharoni" w:eastAsia="Aharoni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06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arris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106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6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85" w:lineRule="auto"/>
        <w:ind w:left="106" w:right="75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calli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COPD.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43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t?”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22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11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em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move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t?”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orter),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or),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or),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treach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orter),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ka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(DDS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t)”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10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?</w:t>
      </w:r>
      <w:r>
        <w:rPr>
          <w:rFonts w:ascii="Calibri" w:hAnsi="Calibri" w:cs="Calibri" w:eastAsia="Calibri"/>
          <w:sz w:val="20"/>
          <w:szCs w:val="20"/>
          <w:spacing w:val="39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ew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-2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ooks.</w:t>
      </w:r>
      <w:r>
        <w:rPr>
          <w:rFonts w:ascii="Calibri" w:hAnsi="Calibri" w:cs="Calibri" w:eastAsia="Calibri"/>
          <w:sz w:val="20"/>
          <w:szCs w:val="20"/>
          <w:spacing w:val="4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girl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come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to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06" w:right="15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e-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-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ashi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DC.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saw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like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rocket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ashi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t).</w:t>
      </w:r>
      <w:r>
        <w:rPr>
          <w:rFonts w:ascii="Calibri" w:hAnsi="Calibri" w:cs="Calibri" w:eastAsia="Calibri"/>
          <w:sz w:val="20"/>
          <w:szCs w:val="20"/>
          <w:spacing w:val="3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rch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06" w:right="16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6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wait!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fifty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87" w:lineRule="auto"/>
        <w:ind w:left="106" w:right="15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—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t,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eak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?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6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lk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7" w:after="0" w:line="240" w:lineRule="auto"/>
        <w:ind w:left="1284" w:right="1400"/>
        <w:jc w:val="center"/>
        <w:rPr>
          <w:rFonts w:ascii="Calibri" w:hAnsi="Calibri" w:cs="Calibri" w:eastAsia="Calibri"/>
          <w:sz w:val="28"/>
          <w:szCs w:val="28"/>
        </w:rPr>
      </w:pPr>
      <w:rPr/>
      <w:r>
        <w:rPr/>
        <w:br w:type="column"/>
      </w:r>
      <w:r>
        <w:rPr>
          <w:rFonts w:ascii="Calibri" w:hAnsi="Calibri" w:cs="Calibri" w:eastAsia="Calibri"/>
          <w:sz w:val="28"/>
          <w:szCs w:val="28"/>
          <w:color w:val="D37D00"/>
          <w:spacing w:val="0"/>
          <w:w w:val="100"/>
          <w:b/>
          <w:bCs/>
        </w:rPr>
        <w:t>In</w:t>
      </w:r>
      <w:r>
        <w:rPr>
          <w:rFonts w:ascii="Calibri" w:hAnsi="Calibri" w:cs="Calibri" w:eastAsia="Calibri"/>
          <w:sz w:val="28"/>
          <w:szCs w:val="28"/>
          <w:color w:val="D37D0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color w:val="D37D00"/>
          <w:spacing w:val="-4"/>
          <w:w w:val="100"/>
          <w:b/>
          <w:bCs/>
        </w:rPr>
        <w:t>R</w:t>
      </w:r>
      <w:r>
        <w:rPr>
          <w:rFonts w:ascii="Calibri" w:hAnsi="Calibri" w:cs="Calibri" w:eastAsia="Calibri"/>
          <w:sz w:val="28"/>
          <w:szCs w:val="28"/>
          <w:color w:val="D37D0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8"/>
          <w:szCs w:val="28"/>
          <w:color w:val="D37D00"/>
          <w:spacing w:val="0"/>
          <w:w w:val="100"/>
          <w:b/>
          <w:bCs/>
        </w:rPr>
        <w:t>vi</w:t>
      </w:r>
      <w:r>
        <w:rPr>
          <w:rFonts w:ascii="Calibri" w:hAnsi="Calibri" w:cs="Calibri" w:eastAsia="Calibri"/>
          <w:sz w:val="28"/>
          <w:szCs w:val="28"/>
          <w:color w:val="D37D0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8"/>
          <w:szCs w:val="28"/>
          <w:color w:val="D37D00"/>
          <w:spacing w:val="0"/>
          <w:w w:val="100"/>
          <w:b/>
          <w:bCs/>
        </w:rPr>
        <w:t>wing</w:t>
      </w:r>
      <w:r>
        <w:rPr>
          <w:rFonts w:ascii="Calibri" w:hAnsi="Calibri" w:cs="Calibri" w:eastAsia="Calibri"/>
          <w:sz w:val="28"/>
          <w:szCs w:val="28"/>
          <w:color w:val="D37D0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color w:val="D37D00"/>
          <w:spacing w:val="-4"/>
          <w:w w:val="100"/>
          <w:b/>
          <w:bCs/>
        </w:rPr>
        <w:t>R</w:t>
      </w:r>
      <w:r>
        <w:rPr>
          <w:rFonts w:ascii="Calibri" w:hAnsi="Calibri" w:cs="Calibri" w:eastAsia="Calibri"/>
          <w:sz w:val="28"/>
          <w:szCs w:val="28"/>
          <w:color w:val="D37D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8"/>
          <w:szCs w:val="28"/>
          <w:color w:val="D37D0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8"/>
          <w:szCs w:val="28"/>
          <w:color w:val="D37D0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8"/>
          <w:szCs w:val="28"/>
          <w:color w:val="D37D00"/>
          <w:spacing w:val="-6"/>
          <w:w w:val="100"/>
          <w:b/>
          <w:bCs/>
        </w:rPr>
        <w:t>r</w:t>
      </w:r>
      <w:r>
        <w:rPr>
          <w:rFonts w:ascii="Calibri" w:hAnsi="Calibri" w:cs="Calibri" w:eastAsia="Calibri"/>
          <w:sz w:val="28"/>
          <w:szCs w:val="28"/>
          <w:color w:val="D37D0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8"/>
          <w:szCs w:val="28"/>
          <w:color w:val="D37D0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8"/>
          <w:szCs w:val="28"/>
          <w:color w:val="D37D00"/>
          <w:spacing w:val="-2"/>
          <w:w w:val="100"/>
          <w:b/>
          <w:bCs/>
        </w:rPr>
        <w:t>n</w:t>
      </w:r>
      <w:r>
        <w:rPr>
          <w:rFonts w:ascii="Calibri" w:hAnsi="Calibri" w:cs="Calibri" w:eastAsia="Calibri"/>
          <w:sz w:val="28"/>
          <w:szCs w:val="28"/>
          <w:color w:val="D37D0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8"/>
          <w:szCs w:val="28"/>
          <w:color w:val="D37D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8"/>
          <w:szCs w:val="28"/>
          <w:color w:val="000000"/>
          <w:spacing w:val="0"/>
          <w:w w:val="100"/>
        </w:rPr>
      </w:r>
    </w:p>
    <w:p>
      <w:pPr>
        <w:spacing w:before="61" w:after="0" w:line="285" w:lineRule="auto"/>
        <w:ind w:right="17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ency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part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em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restra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ccurs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cessa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seri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inj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ccur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’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sary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warra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stra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erent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efuse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situ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tion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erge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get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taff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etter</w:t>
      </w:r>
      <w:r>
        <w:rPr>
          <w:rFonts w:ascii="Calibri" w:hAnsi="Calibri" w:cs="Calibri" w:eastAsia="Calibri"/>
          <w:sz w:val="22"/>
          <w:szCs w:val="22"/>
          <w:spacing w:val="-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right="212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ee</w:t>
      </w:r>
      <w:r>
        <w:rPr>
          <w:rFonts w:ascii="Calibri" w:hAnsi="Calibri" w:cs="Calibri" w:eastAsia="Calibri"/>
          <w:sz w:val="22"/>
          <w:szCs w:val="22"/>
          <w:spacing w:val="-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like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0" w:after="0" w:line="285" w:lineRule="auto"/>
        <w:ind w:left="360" w:right="362" w:firstLine="-360"/>
        <w:jc w:val="left"/>
        <w:tabs>
          <w:tab w:pos="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erge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just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t?</w:t>
      </w:r>
    </w:p>
    <w:p>
      <w:pPr>
        <w:spacing w:before="0" w:after="0" w:line="287" w:lineRule="auto"/>
        <w:ind w:left="360" w:right="351" w:firstLine="-360"/>
        <w:jc w:val="left"/>
        <w:tabs>
          <w:tab w:pos="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rict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?</w:t>
      </w:r>
    </w:p>
    <w:p>
      <w:pPr>
        <w:spacing w:before="0" w:after="0" w:line="266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  <w:position w:val="1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Were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ere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less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drast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ha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tuat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?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0" w:after="0" w:line="285" w:lineRule="auto"/>
        <w:ind w:left="360" w:right="714" w:firstLine="-360"/>
        <w:jc w:val="left"/>
        <w:tabs>
          <w:tab w:pos="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ly,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?</w:t>
      </w:r>
    </w:p>
    <w:p>
      <w:pPr>
        <w:spacing w:before="0" w:after="0" w:line="268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  <w:position w:val="1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circ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stan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ra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?</w:t>
      </w:r>
    </w:p>
    <w:p>
      <w:pPr>
        <w:spacing w:before="53" w:after="0" w:line="285" w:lineRule="auto"/>
        <w:ind w:left="360" w:right="123" w:firstLine="-360"/>
        <w:jc w:val="left"/>
        <w:tabs>
          <w:tab w:pos="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tur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?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?</w:t>
      </w:r>
    </w:p>
    <w:p>
      <w:pPr>
        <w:spacing w:before="0" w:after="0" w:line="285" w:lineRule="auto"/>
        <w:ind w:right="167" w:firstLine="5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nee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fut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</w:p>
    <w:p>
      <w:pPr>
        <w:spacing w:before="0" w:after="0" w:line="285" w:lineRule="auto"/>
        <w:ind w:right="481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shape style="position:absolute;margin-left:338.600006pt;margin-top:38.200630pt;width:220.8pt;height:162.12pt;mso-position-horizontal-relative:page;mso-position-vertical-relative:paragraph;z-index:-575" type="#_x0000_t75">
            <v:imagedata r:id="rId7" o:title=""/>
          </v:shape>
        </w:pic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strat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futu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e.</w:t>
      </w:r>
    </w:p>
    <w:p>
      <w:pPr>
        <w:jc w:val="left"/>
        <w:spacing w:after="0"/>
        <w:sectPr>
          <w:pgNumType w:start="2"/>
          <w:pgMar w:footer="306" w:header="0" w:top="760" w:bottom="500" w:left="760" w:right="660"/>
          <w:footerReference w:type="default" r:id="rId6"/>
          <w:pgSz w:w="12240" w:h="15840"/>
          <w:cols w:num="2" w:equalWidth="0">
            <w:col w:w="4868" w:space="459"/>
            <w:col w:w="5493"/>
          </w:cols>
        </w:sectPr>
      </w:pPr>
      <w:rPr/>
    </w:p>
    <w:p>
      <w:pPr>
        <w:spacing w:before="0" w:after="0" w:line="660" w:lineRule="exact"/>
        <w:ind w:left="1833" w:right="-20"/>
        <w:jc w:val="left"/>
        <w:rPr>
          <w:rFonts w:ascii="Calibri" w:hAnsi="Calibri" w:cs="Calibri" w:eastAsia="Calibri"/>
          <w:sz w:val="56"/>
          <w:szCs w:val="56"/>
        </w:rPr>
      </w:pPr>
      <w:rPr/>
      <w:r>
        <w:rPr>
          <w:rFonts w:ascii="Calibri" w:hAnsi="Calibri" w:cs="Calibri" w:eastAsia="Calibri"/>
          <w:sz w:val="56"/>
          <w:szCs w:val="56"/>
          <w:color w:val="0000FF"/>
          <w:spacing w:val="-8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egional</w:t>
      </w:r>
      <w:r>
        <w:rPr>
          <w:rFonts w:ascii="Calibri" w:hAnsi="Calibri" w:cs="Calibri" w:eastAsia="Calibri"/>
          <w:sz w:val="56"/>
          <w:szCs w:val="56"/>
          <w:color w:val="0000FF"/>
          <w:spacing w:val="-2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Hu</w:t>
      </w:r>
      <w:r>
        <w:rPr>
          <w:rFonts w:ascii="Calibri" w:hAnsi="Calibri" w:cs="Calibri" w:eastAsia="Calibri"/>
          <w:sz w:val="56"/>
          <w:szCs w:val="56"/>
          <w:color w:val="0000FF"/>
          <w:spacing w:val="2"/>
          <w:w w:val="100"/>
          <w:b/>
          <w:bCs/>
          <w:position w:val="1"/>
        </w:rPr>
        <w:t>m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an</w:t>
      </w:r>
      <w:r>
        <w:rPr>
          <w:rFonts w:ascii="Calibri" w:hAnsi="Calibri" w:cs="Calibri" w:eastAsia="Calibri"/>
          <w:sz w:val="56"/>
          <w:szCs w:val="56"/>
          <w:color w:val="0000FF"/>
          <w:spacing w:val="-1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Rig</w:t>
      </w:r>
      <w:r>
        <w:rPr>
          <w:rFonts w:ascii="Calibri" w:hAnsi="Calibri" w:cs="Calibri" w:eastAsia="Calibri"/>
          <w:sz w:val="56"/>
          <w:szCs w:val="56"/>
          <w:color w:val="0000FF"/>
          <w:spacing w:val="-4"/>
          <w:w w:val="100"/>
          <w:b/>
          <w:bCs/>
          <w:position w:val="1"/>
        </w:rPr>
        <w:t>h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ts</w:t>
      </w:r>
      <w:r>
        <w:rPr>
          <w:rFonts w:ascii="Calibri" w:hAnsi="Calibri" w:cs="Calibri" w:eastAsia="Calibri"/>
          <w:sz w:val="56"/>
          <w:szCs w:val="56"/>
          <w:color w:val="0000FF"/>
          <w:spacing w:val="-14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56"/>
          <w:szCs w:val="56"/>
          <w:color w:val="0000FF"/>
          <w:spacing w:val="-6"/>
          <w:w w:val="100"/>
          <w:b/>
          <w:bCs/>
          <w:position w:val="1"/>
        </w:rPr>
        <w:t>F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or</w:t>
      </w:r>
      <w:r>
        <w:rPr>
          <w:rFonts w:ascii="Calibri" w:hAnsi="Calibri" w:cs="Calibri" w:eastAsia="Calibri"/>
          <w:sz w:val="56"/>
          <w:szCs w:val="56"/>
          <w:color w:val="0000FF"/>
          <w:spacing w:val="1"/>
          <w:w w:val="100"/>
          <w:b/>
          <w:bCs/>
          <w:position w:val="1"/>
        </w:rPr>
        <w:t>u</w:t>
      </w:r>
      <w:r>
        <w:rPr>
          <w:rFonts w:ascii="Calibri" w:hAnsi="Calibri" w:cs="Calibri" w:eastAsia="Calibri"/>
          <w:sz w:val="56"/>
          <w:szCs w:val="56"/>
          <w:color w:val="0000FF"/>
          <w:spacing w:val="0"/>
          <w:w w:val="100"/>
          <w:b/>
          <w:bCs/>
          <w:position w:val="1"/>
        </w:rPr>
        <w:t>ms</w:t>
      </w:r>
      <w:r>
        <w:rPr>
          <w:rFonts w:ascii="Calibri" w:hAnsi="Calibri" w:cs="Calibri" w:eastAsia="Calibri"/>
          <w:sz w:val="56"/>
          <w:szCs w:val="56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306" w:top="800" w:bottom="560" w:left="620" w:right="660"/>
          <w:pgSz w:w="12240" w:h="15840"/>
        </w:sectPr>
      </w:pPr>
      <w:rPr/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2" w:right="-20"/>
        <w:jc w:val="left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color w:val="FF9900"/>
          <w:spacing w:val="0"/>
          <w:w w:val="100"/>
          <w:b/>
          <w:bCs/>
        </w:rPr>
        <w:t>The</w:t>
      </w:r>
      <w:r>
        <w:rPr>
          <w:rFonts w:ascii="Calibri" w:hAnsi="Calibri" w:cs="Calibri" w:eastAsia="Calibri"/>
          <w:sz w:val="36"/>
          <w:szCs w:val="36"/>
          <w:color w:val="FF99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color w:val="FF9900"/>
          <w:spacing w:val="0"/>
          <w:w w:val="100"/>
          <w:b/>
          <w:bCs/>
        </w:rPr>
        <w:t>Ch</w:t>
      </w:r>
      <w:r>
        <w:rPr>
          <w:rFonts w:ascii="Calibri" w:hAnsi="Calibri" w:cs="Calibri" w:eastAsia="Calibri"/>
          <w:sz w:val="36"/>
          <w:szCs w:val="36"/>
          <w:color w:val="FF99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36"/>
          <w:szCs w:val="36"/>
          <w:color w:val="FF990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36"/>
          <w:szCs w:val="36"/>
          <w:color w:val="FF9900"/>
          <w:spacing w:val="0"/>
          <w:w w:val="100"/>
          <w:b/>
          <w:bCs/>
        </w:rPr>
        <w:t>ce</w:t>
      </w:r>
      <w:r>
        <w:rPr>
          <w:rFonts w:ascii="Calibri" w:hAnsi="Calibri" w:cs="Calibri" w:eastAsia="Calibri"/>
          <w:sz w:val="36"/>
          <w:szCs w:val="36"/>
          <w:color w:val="FF9900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color w:val="FF990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36"/>
          <w:szCs w:val="36"/>
          <w:color w:val="FF99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6"/>
          <w:szCs w:val="36"/>
          <w:color w:val="FF99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color w:val="FF9900"/>
          <w:spacing w:val="-28"/>
          <w:w w:val="100"/>
          <w:b/>
          <w:bCs/>
        </w:rPr>
        <w:t>Y</w:t>
      </w:r>
      <w:r>
        <w:rPr>
          <w:rFonts w:ascii="Calibri" w:hAnsi="Calibri" w:cs="Calibri" w:eastAsia="Calibri"/>
          <w:sz w:val="36"/>
          <w:szCs w:val="36"/>
          <w:color w:val="FF990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36"/>
          <w:szCs w:val="36"/>
          <w:color w:val="FF990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36"/>
          <w:szCs w:val="36"/>
          <w:color w:val="FF9900"/>
          <w:spacing w:val="-5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color w:val="FF99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6"/>
          <w:szCs w:val="36"/>
          <w:color w:val="000000"/>
          <w:spacing w:val="0"/>
          <w:w w:val="10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35" w:lineRule="exact"/>
        <w:ind w:left="232" w:right="-7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On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Ju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2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1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7"/>
        </w:rPr>
        <w:t>st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3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ts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For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m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-3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3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3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3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3"/>
        </w:rPr>
        <w:t>Sal-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36"/>
          <w:szCs w:val="36"/>
        </w:rPr>
      </w:pPr>
      <w:rPr/>
      <w:r>
        <w:rPr>
          <w:rFonts w:ascii="Calibri" w:hAnsi="Calibri" w:cs="Calibri" w:eastAsia="Calibri"/>
          <w:sz w:val="36"/>
          <w:szCs w:val="36"/>
          <w:color w:val="B366B3"/>
          <w:spacing w:val="0"/>
          <w:w w:val="100"/>
          <w:b/>
          <w:bCs/>
        </w:rPr>
        <w:t>Cho</w:t>
      </w:r>
      <w:r>
        <w:rPr>
          <w:rFonts w:ascii="Calibri" w:hAnsi="Calibri" w:cs="Calibri" w:eastAsia="Calibri"/>
          <w:sz w:val="36"/>
          <w:szCs w:val="36"/>
          <w:color w:val="B366B3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36"/>
          <w:szCs w:val="36"/>
          <w:color w:val="B366B3"/>
          <w:spacing w:val="0"/>
          <w:w w:val="100"/>
          <w:b/>
          <w:bCs/>
        </w:rPr>
        <w:t>ce</w:t>
      </w:r>
      <w:r>
        <w:rPr>
          <w:rFonts w:ascii="Calibri" w:hAnsi="Calibri" w:cs="Calibri" w:eastAsia="Calibri"/>
          <w:sz w:val="36"/>
          <w:szCs w:val="36"/>
          <w:color w:val="B366B3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36"/>
          <w:szCs w:val="36"/>
          <w:color w:val="B366B3"/>
          <w:spacing w:val="-3"/>
          <w:w w:val="100"/>
          <w:b/>
          <w:bCs/>
        </w:rPr>
        <w:t>M</w:t>
      </w:r>
      <w:r>
        <w:rPr>
          <w:rFonts w:ascii="Calibri" w:hAnsi="Calibri" w:cs="Calibri" w:eastAsia="Calibri"/>
          <w:sz w:val="36"/>
          <w:szCs w:val="36"/>
          <w:color w:val="B366B3"/>
          <w:spacing w:val="-3"/>
          <w:w w:val="100"/>
          <w:b/>
          <w:bCs/>
        </w:rPr>
        <w:t>a</w:t>
      </w:r>
      <w:r>
        <w:rPr>
          <w:rFonts w:ascii="Calibri" w:hAnsi="Calibri" w:cs="Calibri" w:eastAsia="Calibri"/>
          <w:sz w:val="36"/>
          <w:szCs w:val="36"/>
          <w:color w:val="B366B3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36"/>
          <w:szCs w:val="36"/>
          <w:color w:val="B366B3"/>
          <w:spacing w:val="-6"/>
          <w:w w:val="100"/>
          <w:b/>
          <w:bCs/>
        </w:rPr>
        <w:t>t</w:t>
      </w:r>
      <w:r>
        <w:rPr>
          <w:rFonts w:ascii="Calibri" w:hAnsi="Calibri" w:cs="Calibri" w:eastAsia="Calibri"/>
          <w:sz w:val="36"/>
          <w:szCs w:val="36"/>
          <w:color w:val="B366B3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36"/>
          <w:szCs w:val="36"/>
          <w:color w:val="B366B3"/>
          <w:spacing w:val="-5"/>
          <w:w w:val="100"/>
          <w:b/>
          <w:bCs/>
        </w:rPr>
        <w:t>r</w:t>
      </w:r>
      <w:r>
        <w:rPr>
          <w:rFonts w:ascii="Calibri" w:hAnsi="Calibri" w:cs="Calibri" w:eastAsia="Calibri"/>
          <w:sz w:val="36"/>
          <w:szCs w:val="36"/>
          <w:color w:val="B366B3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36"/>
          <w:szCs w:val="36"/>
          <w:color w:val="000000"/>
          <w:spacing w:val="0"/>
          <w:w w:val="100"/>
        </w:rPr>
      </w:r>
    </w:p>
    <w:p>
      <w:pPr>
        <w:spacing w:before="54" w:after="0" w:line="240" w:lineRule="auto"/>
        <w:ind w:right="-76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9</w:t>
      </w:r>
      <w:r>
        <w:rPr>
          <w:rFonts w:ascii="Calibri" w:hAnsi="Calibri" w:cs="Calibri" w:eastAsia="Calibri"/>
          <w:sz w:val="13"/>
          <w:szCs w:val="13"/>
          <w:spacing w:val="2"/>
          <w:w w:val="100"/>
          <w:position w:val="9"/>
        </w:rPr>
        <w:t>th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rly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280" w:left="620" w:right="660"/>
          <w:cols w:num="3" w:equalWidth="0">
            <w:col w:w="5028" w:space="514"/>
            <w:col w:w="4255" w:space="42"/>
            <w:col w:w="1121"/>
          </w:cols>
        </w:sectPr>
      </w:pPr>
      <w:rPr/>
    </w:p>
    <w:p>
      <w:pPr>
        <w:spacing w:before="79" w:after="0" w:line="285" w:lineRule="auto"/>
        <w:ind w:left="232" w:right="58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297pt;margin-top:78pt;width:2.25pt;height:671.25pt;mso-position-horizontal-relative:page;mso-position-vertical-relative:page;z-index:-574" coordorigin="5940,1560" coordsize="45,13425">
            <v:shape style="position:absolute;left:5940;top:1560;width:45;height:13425" coordorigin="5940,1560" coordsize="45,13425" path="m5940,1560l5985,14985e" filled="f" stroked="t" strokeweight=".75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2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fty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tion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tmo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49.114224pt;height:140.04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83" w:lineRule="auto"/>
        <w:ind w:left="592" w:right="305" w:firstLine="-360"/>
        <w:jc w:val="left"/>
        <w:tabs>
          <w:tab w:pos="5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Office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3" w:lineRule="exact"/>
        <w:ind w:left="232" w:right="-20"/>
        <w:jc w:val="left"/>
        <w:tabs>
          <w:tab w:pos="5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592" w:right="-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na-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arge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llocation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left="232" w:right="-62"/>
        <w:jc w:val="left"/>
        <w:tabs>
          <w:tab w:pos="5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Agent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592" w:right="-1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Facilita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Bridge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ildi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lf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ocacy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left="232" w:right="-50"/>
        <w:jc w:val="left"/>
        <w:tabs>
          <w:tab w:pos="5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Aft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592" w:right="1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Bridges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gram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import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lfill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left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teary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left="232" w:right="-20"/>
        <w:jc w:val="left"/>
        <w:tabs>
          <w:tab w:pos="5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592" w:right="6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oting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03" w:lineRule="exact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4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compri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6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46" w:after="0" w:line="285" w:lineRule="auto"/>
        <w:ind w:right="12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cca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ighl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gram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360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M.A.S.S.</w:t>
      </w:r>
      <w:r>
        <w:rPr>
          <w:rFonts w:ascii="Calibri" w:hAnsi="Calibri" w:cs="Calibri" w:eastAsia="Calibri"/>
          <w:sz w:val="20"/>
          <w:szCs w:val="2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3" w:after="0" w:line="285" w:lineRule="auto"/>
        <w:ind w:left="360" w:right="76" w:firstLine="-36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g”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import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iffi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ci</w:t>
      </w:r>
      <w:r>
        <w:rPr>
          <w:rFonts w:ascii="Calibri" w:hAnsi="Calibri" w:cs="Calibri" w:eastAsia="Calibri"/>
          <w:sz w:val="20"/>
          <w:szCs w:val="20"/>
          <w:spacing w:val="-2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2" w:lineRule="exact"/>
        <w:ind w:right="-20"/>
        <w:jc w:val="left"/>
        <w:tabs>
          <w:tab w:pos="4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aw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360" w:right="34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orted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Dec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g”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85" w:lineRule="auto"/>
        <w:ind w:left="360" w:right="24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clu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Mass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or.</w:t>
      </w:r>
      <w:r>
        <w:rPr>
          <w:rFonts w:ascii="Calibri" w:hAnsi="Calibri" w:cs="Calibri" w:eastAsia="Calibri"/>
          <w:sz w:val="20"/>
          <w:szCs w:val="20"/>
          <w:spacing w:val="3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acilit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cci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DDS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1" w:lineRule="exact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6" w:after="0" w:line="240" w:lineRule="auto"/>
        <w:ind w:left="360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3" w:after="0" w:line="240" w:lineRule="auto"/>
        <w:ind w:right="-20"/>
        <w:jc w:val="left"/>
        <w:tabs>
          <w:tab w:pos="3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shape style="position:absolute;margin-left:343.380005pt;margin-top:30.38372pt;width:192.98pt;height:284.660pt;mso-position-horizontal-relative:page;mso-position-vertical-relative:paragraph;z-index:-573" type="#_x0000_t75">
            <v:imagedata r:id="rId9" o:title=""/>
          </v:shape>
        </w:pict>
      </w:r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M.A.S.S.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020" w:bottom="280" w:left="620" w:right="660"/>
          <w:cols w:num="2" w:equalWidth="0">
            <w:col w:w="5160" w:space="382"/>
            <w:col w:w="5418"/>
          </w:cols>
        </w:sectPr>
      </w:pPr>
      <w:rPr/>
    </w:p>
    <w:p>
      <w:pPr>
        <w:spacing w:before="64" w:after="0" w:line="240" w:lineRule="auto"/>
        <w:ind w:left="1104" w:right="-20"/>
        <w:jc w:val="left"/>
        <w:rPr>
          <w:rFonts w:ascii="Broadway" w:hAnsi="Broadway" w:cs="Broadway" w:eastAsia="Broadway"/>
          <w:sz w:val="40"/>
          <w:szCs w:val="40"/>
        </w:rPr>
      </w:pPr>
      <w:rPr/>
      <w:r>
        <w:rPr/>
        <w:pict>
          <v:group style="position:absolute;margin-left:292.25pt;margin-top:39.32pt;width:2.25pt;height:717.003pt;mso-position-horizontal-relative:page;mso-position-vertical-relative:page;z-index:-572" coordorigin="5845,786" coordsize="45,14340">
            <v:shape style="position:absolute;left:5845;top:786;width:45;height:14340" coordorigin="5845,786" coordsize="45,14340" path="m5845,786l5890,15126e" filled="f" stroked="t" strokeweight=".75pt" strokecolor="#000000">
              <v:path arrowok="t"/>
            </v:shape>
          </v:group>
          <w10:wrap type="none"/>
        </w:pict>
      </w:r>
      <w:r>
        <w:rPr>
          <w:rFonts w:ascii="Broadway" w:hAnsi="Broadway" w:cs="Broadway" w:eastAsia="Broadway"/>
          <w:sz w:val="40"/>
          <w:szCs w:val="40"/>
          <w:color w:val="C00000"/>
          <w:spacing w:val="0"/>
          <w:w w:val="100"/>
        </w:rPr>
        <w:t>Be</w:t>
      </w:r>
      <w:r>
        <w:rPr>
          <w:rFonts w:ascii="Broadway" w:hAnsi="Broadway" w:cs="Broadway" w:eastAsia="Broadway"/>
          <w:sz w:val="40"/>
          <w:szCs w:val="40"/>
          <w:color w:val="C00000"/>
          <w:spacing w:val="-5"/>
          <w:w w:val="100"/>
        </w:rPr>
        <w:t>s</w:t>
      </w:r>
      <w:r>
        <w:rPr>
          <w:rFonts w:ascii="Broadway" w:hAnsi="Broadway" w:cs="Broadway" w:eastAsia="Broadway"/>
          <w:sz w:val="40"/>
          <w:szCs w:val="40"/>
          <w:color w:val="C00000"/>
          <w:spacing w:val="0"/>
          <w:w w:val="100"/>
        </w:rPr>
        <w:t>t</w:t>
      </w:r>
      <w:r>
        <w:rPr>
          <w:rFonts w:ascii="Broadway" w:hAnsi="Broadway" w:cs="Broadway" w:eastAsia="Broadway"/>
          <w:sz w:val="40"/>
          <w:szCs w:val="40"/>
          <w:color w:val="C00000"/>
          <w:spacing w:val="0"/>
          <w:w w:val="100"/>
        </w:rPr>
        <w:t> </w:t>
      </w:r>
      <w:r>
        <w:rPr>
          <w:rFonts w:ascii="Broadway" w:hAnsi="Broadway" w:cs="Broadway" w:eastAsia="Broadway"/>
          <w:sz w:val="40"/>
          <w:szCs w:val="40"/>
          <w:color w:val="C00000"/>
          <w:spacing w:val="-3"/>
          <w:w w:val="100"/>
        </w:rPr>
        <w:t>P</w:t>
      </w:r>
      <w:r>
        <w:rPr>
          <w:rFonts w:ascii="Broadway" w:hAnsi="Broadway" w:cs="Broadway" w:eastAsia="Broadway"/>
          <w:sz w:val="40"/>
          <w:szCs w:val="40"/>
          <w:color w:val="C00000"/>
          <w:spacing w:val="-11"/>
          <w:w w:val="100"/>
        </w:rPr>
        <w:t>r</w:t>
      </w:r>
      <w:r>
        <w:rPr>
          <w:rFonts w:ascii="Broadway" w:hAnsi="Broadway" w:cs="Broadway" w:eastAsia="Broadway"/>
          <w:sz w:val="40"/>
          <w:szCs w:val="40"/>
          <w:color w:val="C00000"/>
          <w:spacing w:val="0"/>
          <w:w w:val="100"/>
        </w:rPr>
        <w:t>actices</w:t>
      </w:r>
      <w:r>
        <w:rPr>
          <w:rFonts w:ascii="Broadway" w:hAnsi="Broadway" w:cs="Broadway" w:eastAsia="Broadway"/>
          <w:sz w:val="40"/>
          <w:szCs w:val="40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13" w:right="1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ks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rv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are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m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rk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rti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k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rc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man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spacing w:val="2"/>
          <w:w w:val="100"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.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3" w:right="-2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late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Cute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SC,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Jenn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idea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tarti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xati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rt)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irect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peer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aryi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kly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each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east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item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like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disc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3" w:right="-6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Each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like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kil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tly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tions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3" w:right="62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Ray,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RAP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ec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get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e-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yth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2"/>
          <w:szCs w:val="22"/>
          <w:spacing w:val="49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They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”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83" w:after="0" w:line="240" w:lineRule="auto"/>
        <w:ind w:left="43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98.512602pt;height:144.480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359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13" w:right="-38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WSC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atte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State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tate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/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also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end</w:t>
      </w:r>
      <w:r>
        <w:rPr>
          <w:rFonts w:ascii="Calibri" w:hAnsi="Calibri" w:cs="Calibri" w:eastAsia="Calibri"/>
          <w:sz w:val="22"/>
          <w:szCs w:val="22"/>
          <w:spacing w:val="-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end</w:t>
      </w:r>
      <w:r>
        <w:rPr>
          <w:rFonts w:ascii="Calibri" w:hAnsi="Calibri" w:cs="Calibri" w:eastAsia="Calibri"/>
          <w:sz w:val="22"/>
          <w:szCs w:val="22"/>
          <w:spacing w:val="-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adv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</w:p>
    <w:p>
      <w:pPr>
        <w:spacing w:before="57" w:after="0" w:line="286" w:lineRule="auto"/>
        <w:ind w:right="341" w:firstLine="531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br w:type="column"/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-7"/>
          <w:w w:val="100"/>
        </w:rPr>
        <w:t>R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100"/>
        </w:rPr>
        <w:t>e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1"/>
          <w:w w:val="100"/>
        </w:rPr>
        <w:t>s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100"/>
        </w:rPr>
        <w:t>ou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-2"/>
          <w:w w:val="100"/>
        </w:rPr>
        <w:t>r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100"/>
        </w:rPr>
        <w:t>ce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-19"/>
          <w:w w:val="100"/>
        </w:rPr>
        <w:t> 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-7"/>
          <w:w w:val="100"/>
        </w:rPr>
        <w:t>R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100"/>
        </w:rPr>
        <w:t>ou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2"/>
          <w:w w:val="100"/>
        </w:rPr>
        <w:t>n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100"/>
        </w:rPr>
        <w:t>dup</w:t>
      </w:r>
      <w:r>
        <w:rPr>
          <w:rFonts w:ascii="Cooper Black" w:hAnsi="Cooper Black" w:cs="Cooper Black" w:eastAsia="Cooper Black"/>
          <w:sz w:val="44"/>
          <w:szCs w:val="44"/>
          <w:color w:val="3A608E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color w:val="00000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4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color w:val="00000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righ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color w:val="00000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color w:val="000000"/>
          <w:spacing w:val="-1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4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wi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ighlig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each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Rig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color w:val="00000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color w:val="00000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color w:val="00000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4"/>
          <w:szCs w:val="24"/>
          <w:color w:val="0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cal</w:t>
      </w:r>
      <w:r>
        <w:rPr>
          <w:rFonts w:ascii="Calibri" w:hAnsi="Calibri" w:cs="Calibri" w:eastAsia="Calibri"/>
          <w:sz w:val="24"/>
          <w:szCs w:val="24"/>
          <w:color w:val="00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color w:val="00000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4"/>
          <w:szCs w:val="24"/>
          <w:color w:val="0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cs</w:t>
      </w:r>
      <w:r>
        <w:rPr>
          <w:rFonts w:ascii="Calibri" w:hAnsi="Calibri" w:cs="Calibri" w:eastAsia="Calibri"/>
          <w:sz w:val="24"/>
          <w:szCs w:val="24"/>
          <w:color w:val="00000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4"/>
          <w:szCs w:val="24"/>
          <w:color w:val="00000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4"/>
          <w:szCs w:val="24"/>
          <w:color w:val="000000"/>
          <w:spacing w:val="-2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4"/>
          <w:szCs w:val="24"/>
          <w:color w:val="00000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tat</w:t>
      </w:r>
      <w:r>
        <w:rPr>
          <w:rFonts w:ascii="Calibri" w:hAnsi="Calibri" w:cs="Calibri" w:eastAsia="Calibri"/>
          <w:sz w:val="24"/>
          <w:szCs w:val="24"/>
          <w:color w:val="000000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4"/>
          <w:szCs w:val="24"/>
          <w:color w:val="00000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85" w:lineRule="auto"/>
        <w:ind w:right="30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eci-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t.</w:t>
      </w:r>
    </w:p>
    <w:p>
      <w:pPr>
        <w:spacing w:before="0" w:after="0" w:line="285" w:lineRule="auto"/>
        <w:ind w:right="165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issue.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ctance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life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decis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lt.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Wel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rters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ess.</w:t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right="228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ry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right="158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rs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situ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ence,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lks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tate.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ee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99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99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ergy,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law,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psy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cs.</w:t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right="156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icist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lks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site.</w:t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right="17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When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ecisi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enef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ersat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wled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le.</w:t>
      </w:r>
      <w:r>
        <w:rPr>
          <w:rFonts w:ascii="Calibri" w:hAnsi="Calibri" w:cs="Calibri" w:eastAsia="Calibri"/>
          <w:sz w:val="22"/>
          <w:szCs w:val="22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feel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99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99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t:</w:t>
      </w:r>
    </w:p>
    <w:p>
      <w:pPr>
        <w:spacing w:before="0" w:after="0" w:line="268" w:lineRule="exact"/>
        <w:ind w:right="-20"/>
        <w:jc w:val="left"/>
        <w:tabs>
          <w:tab w:pos="36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in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Betsy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0" w:after="0" w:line="240" w:lineRule="auto"/>
        <w:ind w:right="-20"/>
        <w:jc w:val="left"/>
        <w:tabs>
          <w:tab w:pos="36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rthea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Centra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/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tabs>
          <w:tab w:pos="28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77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28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</w:p>
    <w:p>
      <w:pPr>
        <w:spacing w:before="48" w:after="0" w:line="240" w:lineRule="auto"/>
        <w:ind w:right="-20"/>
        <w:jc w:val="left"/>
        <w:tabs>
          <w:tab w:pos="27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0000FF"/>
          <w:w w:val="99"/>
        </w:rPr>
      </w:r>
      <w:hyperlink r:id="rId11">
        <w:r>
          <w:rPr>
            <w:rFonts w:ascii="Calibri" w:hAnsi="Calibri" w:cs="Calibri" w:eastAsia="Calibri"/>
            <w:sz w:val="20"/>
            <w:szCs w:val="20"/>
            <w:color w:val="0000FF"/>
            <w:w w:val="99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w w:val="99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Pa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cron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@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4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te.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a.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44"/>
            <w:w w:val="100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</w:rPr>
          <w:tab/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</w:r>
      </w:hyperlink>
      <w:hyperlink r:id="rId12"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B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y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4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.jo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@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4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te.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a.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3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Calibri" w:hAnsi="Calibri" w:cs="Calibri" w:eastAsia="Calibri"/>
            <w:sz w:val="20"/>
            <w:szCs w:val="20"/>
            <w:color w:val="0000FF"/>
            <w:spacing w:val="4"/>
            <w:w w:val="100"/>
            <w:u w:val="single" w:color="0000FF"/>
          </w:rPr>
          <w:t> 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4"/>
            <w:w w:val="100"/>
          </w:rPr>
        </w:r>
        <w:r>
          <w:rPr>
            <w:rFonts w:ascii="Calibri" w:hAnsi="Calibri" w:cs="Calibri" w:eastAsia="Calibri"/>
            <w:sz w:val="20"/>
            <w:szCs w:val="20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306" w:top="840" w:bottom="500" w:left="660" w:right="660"/>
          <w:pgSz w:w="12240" w:h="15840"/>
          <w:cols w:num="2" w:equalWidth="0">
            <w:col w:w="5063" w:space="395"/>
            <w:col w:w="5462"/>
          </w:cols>
        </w:sectPr>
      </w:pPr>
      <w:rPr/>
    </w:p>
    <w:p>
      <w:pPr>
        <w:spacing w:before="14" w:after="0" w:line="240" w:lineRule="auto"/>
        <w:ind w:left="1266" w:right="1088"/>
        <w:jc w:val="center"/>
        <w:rPr>
          <w:rFonts w:ascii="Calibri" w:hAnsi="Calibri" w:cs="Calibri" w:eastAsia="Calibri"/>
          <w:sz w:val="40"/>
          <w:szCs w:val="40"/>
        </w:rPr>
      </w:pPr>
      <w:rPr/>
      <w:r>
        <w:rPr/>
        <w:pict>
          <v:group style="position:absolute;margin-left:313.760803pt;margin-top:9.344149pt;width:2.944759pt;height:2.903694pt;mso-position-horizontal-relative:page;mso-position-vertical-relative:paragraph;z-index:-543" coordorigin="6275,187" coordsize="59,58">
            <v:shape style="position:absolute;left:6275;top:187;width:59;height:58" coordorigin="6275,187" coordsize="59,58" path="m6273,216l6337,21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18.262135pt;width:2.944759pt;height:2.942488pt;mso-position-horizontal-relative:page;mso-position-vertical-relative:paragraph;z-index:-542" coordorigin="6275,365" coordsize="59,59">
            <v:shape style="position:absolute;left:6275;top:365;width:59;height:59" coordorigin="6275,365" coordsize="59,59" path="m6273,395l6337,39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7.224148pt;width:2.944759pt;height:2.903694pt;mso-position-horizontal-relative:page;mso-position-vertical-relative:paragraph;z-index:-541" coordorigin="6275,544" coordsize="59,58">
            <v:shape style="position:absolute;left:6275;top:544;width:59;height:58" coordorigin="6275,544" coordsize="59,58" path="m6273,574l6337,57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4.907001pt;margin-top:34.945999pt;width:272.220pt;height:716.58pt;mso-position-horizontal-relative:page;mso-position-vertical-relative:page;z-index:-411" coordorigin="698,699" coordsize="5444,14332">
            <v:group style="position:absolute;left:723;top:724;width:5394;height:14282" coordorigin="723,724" coordsize="5394,14282">
              <v:shape style="position:absolute;left:723;top:724;width:5394;height:14282" coordorigin="723,724" coordsize="5394,14282" path="m723,15006l6118,15006,6118,724,723,724,723,15006xe" filled="f" stroked="t" strokeweight="2.5pt" strokecolor="#800080">
                <v:path arrowok="t"/>
              </v:shape>
            </v:group>
            <v:group style="position:absolute;left:1425;top:6150;width:3465;height:15" coordorigin="1425,6150" coordsize="3465,15">
              <v:shape style="position:absolute;left:1425;top:6150;width:3465;height:15" coordorigin="1425,6150" coordsize="3465,15" path="m1425,6150l4890,6165e" filled="f" stroked="t" strokeweight="1.5pt" strokecolor="#FF0000">
                <v:path arrowok="t"/>
              </v:shape>
            </v:group>
            <v:group style="position:absolute;left:1410;top:10380;width:3465;height:15" coordorigin="1410,10380" coordsize="3465,15">
              <v:shape style="position:absolute;left:1410;top:10380;width:3465;height:15" coordorigin="1410,10380" coordsize="3465,15" path="m1410,10380l4875,10395e" filled="f" stroked="t" strokeweight="1.5pt" strokecolor="#FF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40"/>
          <w:szCs w:val="40"/>
          <w:color w:val="FF0000"/>
          <w:spacing w:val="-6"/>
          <w:w w:val="100"/>
          <w:b/>
          <w:bCs/>
        </w:rPr>
        <w:t>a</w:t>
      </w:r>
      <w:r>
        <w:rPr>
          <w:rFonts w:ascii="Calibri" w:hAnsi="Calibri" w:cs="Calibri" w:eastAsia="Calibri"/>
          <w:sz w:val="40"/>
          <w:szCs w:val="40"/>
          <w:color w:val="FF0000"/>
          <w:spacing w:val="-5"/>
          <w:w w:val="100"/>
          <w:b/>
          <w:bCs/>
        </w:rPr>
        <w:t>v</w: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40"/>
          <w:szCs w:val="40"/>
          <w:color w:val="FF000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40"/>
          <w:szCs w:val="40"/>
          <w:color w:val="FF000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se</w:t>
      </w:r>
      <w:r>
        <w:rPr>
          <w:rFonts w:ascii="Calibri" w:hAnsi="Calibri" w:cs="Calibri" w:eastAsia="Calibri"/>
          <w:sz w:val="40"/>
          <w:szCs w:val="40"/>
          <w:color w:val="FF000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40"/>
          <w:szCs w:val="40"/>
          <w:color w:val="FF0000"/>
          <w:spacing w:val="-6"/>
          <w:w w:val="100"/>
          <w:b/>
          <w:bCs/>
        </w:rPr>
        <w:t>a</w:t>
      </w:r>
      <w:r>
        <w:rPr>
          <w:rFonts w:ascii="Calibri" w:hAnsi="Calibri" w:cs="Calibri" w:eastAsia="Calibri"/>
          <w:sz w:val="40"/>
          <w:szCs w:val="40"/>
          <w:color w:val="FF0000"/>
          <w:spacing w:val="-7"/>
          <w:w w:val="100"/>
          <w:b/>
          <w:bCs/>
        </w:rPr>
        <w:t>t</w:t>
      </w:r>
      <w:r>
        <w:rPr>
          <w:rFonts w:ascii="Calibri" w:hAnsi="Calibri" w:cs="Calibri" w:eastAsia="Calibri"/>
          <w:sz w:val="40"/>
          <w:szCs w:val="40"/>
          <w:color w:val="FF0000"/>
          <w:spacing w:val="0"/>
          <w:w w:val="100"/>
          <w:b/>
          <w:bCs/>
        </w:rPr>
        <w:t>es</w:t>
      </w:r>
      <w:r>
        <w:rPr>
          <w:rFonts w:ascii="Calibri" w:hAnsi="Calibri" w:cs="Calibri" w:eastAsia="Calibri"/>
          <w:sz w:val="40"/>
          <w:szCs w:val="40"/>
          <w:color w:val="000000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04" w:right="164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13.760803pt;margin-top:.572810pt;width:2.944759pt;height:2.942488pt;mso-position-horizontal-relative:page;mso-position-vertical-relative:paragraph;z-index:-540" coordorigin="6275,11" coordsize="59,59">
            <v:shape style="position:absolute;left:6275;top:11;width:59;height:59" coordorigin="6275,11" coordsize="59,59" path="m6273,41l6337,41e" filled="f" stroked="t" strokeweight="3.294285pt" strokecolor="#0000FF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tem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3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2"/>
          <w:szCs w:val="22"/>
          <w:color w:val="0000C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–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2"/>
          <w:szCs w:val="22"/>
          <w:color w:val="0000C0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fe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ence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rese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by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ARC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0000C0"/>
          <w:spacing w:val="4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Gre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erh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ass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Stan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04" w:right="-60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13.760803pt;margin-top:17.012789pt;width:2.944759pt;height:2.942488pt;mso-position-horizontal-relative:page;mso-position-vertical-relative:paragraph;z-index:-531" coordorigin="6275,340" coordsize="59,59">
            <v:shape style="position:absolute;left:6275;top:340;width:59;height:59" coordorigin="6275,340" coordsize="59,59" path="m6273,370l6337,3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5.974802pt;width:2.944759pt;height:2.903694pt;mso-position-horizontal-relative:page;mso-position-vertical-relative:paragraph;z-index:-530" coordorigin="6275,519" coordsize="59,58">
            <v:shape style="position:absolute;left:6275;top:519;width:59;height:58" coordorigin="6275,519" coordsize="59,58" path="m6273,549l6337,54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4.892788pt;width:2.944759pt;height:2.942488pt;mso-position-horizontal-relative:page;mso-position-vertical-relative:paragraph;z-index:-529" coordorigin="6275,698" coordsize="59,59">
            <v:shape style="position:absolute;left:6275;top:698;width:59;height:59" coordorigin="6275,698" coordsize="59,59" path="m6273,727l6337,727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43.854801pt;width:2.944759pt;height:2.903694pt;mso-position-horizontal-relative:page;mso-position-vertical-relative:paragraph;z-index:-528" coordorigin="6275,877" coordsize="59,58">
            <v:shape style="position:absolute;left:6275;top:877;width:59;height:58" coordorigin="6275,877" coordsize="59,58" path="m6273,906l6337,90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52.772789pt;width:2.944759pt;height:2.942488pt;mso-position-horizontal-relative:page;mso-position-vertical-relative:paragraph;z-index:-527" coordorigin="6275,1055" coordsize="59,59">
            <v:shape style="position:absolute;left:6275;top:1055;width:59;height:59" coordorigin="6275,1055" coordsize="59,59" path="m6273,1085l6337,108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61.734802pt;width:2.944759pt;height:2.903694pt;mso-position-horizontal-relative:page;mso-position-vertical-relative:paragraph;z-index:-526" coordorigin="6275,1235" coordsize="59,58">
            <v:shape style="position:absolute;left:6275;top:1235;width:59;height:58" coordorigin="6275,1235" coordsize="59,58" path="m6273,1264l6337,1264e" filled="f" stroked="t" strokeweight="3.252172pt" strokecolor="#0000FF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J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iss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Elin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ir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alm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rs,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ic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Sen.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Bar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ett</w:t>
      </w:r>
      <w:r>
        <w:rPr>
          <w:rFonts w:ascii="Calibri" w:hAnsi="Calibri" w:cs="Calibri" w:eastAsia="Calibri"/>
          <w:sz w:val="22"/>
          <w:szCs w:val="22"/>
          <w:color w:val="0000C0"/>
          <w:spacing w:val="-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Sen.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a-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ital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en,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J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rse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color w:val="0000C0"/>
          <w:spacing w:val="4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rki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self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cr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ture.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will</w:t>
      </w:r>
      <w:r>
        <w:rPr>
          <w:rFonts w:ascii="Calibri" w:hAnsi="Calibri" w:cs="Calibri" w:eastAsia="Calibri"/>
          <w:sz w:val="22"/>
          <w:szCs w:val="22"/>
          <w:color w:val="0000C0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rese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tat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pa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els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disc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ssi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action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pl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s,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inc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spe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ific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x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eps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als.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For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act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sti</w:t>
      </w:r>
      <w:r>
        <w:rPr>
          <w:rFonts w:ascii="Calibri" w:hAnsi="Calibri" w:cs="Calibri" w:eastAsia="Calibri"/>
          <w:sz w:val="22"/>
          <w:szCs w:val="22"/>
          <w:color w:val="0000C0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k,</w:t>
      </w:r>
      <w:r>
        <w:rPr>
          <w:rFonts w:ascii="Calibri" w:hAnsi="Calibri" w:cs="Calibri" w:eastAsia="Calibri"/>
          <w:sz w:val="22"/>
          <w:szCs w:val="22"/>
          <w:color w:val="0000C0"/>
          <w:spacing w:val="4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color w:val="0000C0"/>
          <w:spacing w:val="2"/>
          <w:w w:val="100"/>
        </w:rPr>
        <w:t>8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3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50" w:after="0" w:line="285" w:lineRule="auto"/>
        <w:ind w:left="154" w:right="2119" w:firstLine="-5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color w:val="0000C0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x</w:t>
      </w:r>
      <w:r>
        <w:rPr>
          <w:rFonts w:ascii="Calibri" w:hAnsi="Calibri" w:cs="Calibri" w:eastAsia="Calibri"/>
          <w:sz w:val="22"/>
          <w:szCs w:val="22"/>
          <w:color w:val="0000C0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color w:val="0000C0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color w:val="0000C0"/>
          <w:spacing w:val="0"/>
          <w:w w:val="100"/>
        </w:rPr>
        <w:t>0</w:t>
      </w:r>
      <w:hyperlink r:id="rId13"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b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u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d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1"/>
            <w:w w:val="100"/>
          </w:rPr>
          <w:t>y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b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1"/>
            <w:w w:val="100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stick@t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3"/>
            <w:w w:val="100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ear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2"/>
            <w:w w:val="100"/>
          </w:rPr>
          <w:t>c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1"/>
            <w:w w:val="100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f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3"/>
            <w:w w:val="100"/>
          </w:rPr>
          <w:t>g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1"/>
            <w:w w:val="100"/>
          </w:rPr>
          <w:t>o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-1"/>
            <w:w w:val="100"/>
          </w:rPr>
          <w:t>g</w:t>
        </w:r>
        <w:r>
          <w:rPr>
            <w:rFonts w:ascii="Calibri" w:hAnsi="Calibri" w:cs="Calibri" w:eastAsia="Calibri"/>
            <w:sz w:val="22"/>
            <w:szCs w:val="22"/>
            <w:color w:val="0000C0"/>
            <w:spacing w:val="0"/>
            <w:w w:val="100"/>
          </w:rPr>
          <w:t>,</w:t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85" w:lineRule="auto"/>
        <w:ind w:left="104" w:right="256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tem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3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0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—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man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rc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rese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04" w:right="-36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13.760803pt;margin-top:54.302807pt;width:2.944759pt;height:2.942488pt;mso-position-horizontal-relative:page;mso-position-vertical-relative:paragraph;z-index:-500" coordorigin="6275,1086" coordsize="59,59">
            <v:shape style="position:absolute;left:6275;top:1086;width:59;height:59" coordorigin="6275,1086" coordsize="59,59" path="m6273,1115l6337,111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63.26482pt;width:2.944759pt;height:2.903694pt;mso-position-horizontal-relative:page;mso-position-vertical-relative:paragraph;z-index:-499" coordorigin="6275,1265" coordsize="59,58">
            <v:shape style="position:absolute;left:6275;top:1265;width:59;height:58" coordorigin="6275,1265" coordsize="59,58" path="m6273,1294l6337,129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72.182808pt;width:2.944759pt;height:2.942488pt;mso-position-horizontal-relative:page;mso-position-vertical-relative:paragraph;z-index:-498" coordorigin="6275,1444" coordsize="59,59">
            <v:shape style="position:absolute;left:6275;top:1444;width:59;height:59" coordorigin="6275,1444" coordsize="59,59" path="m6273,1473l6337,1473e" filled="f" stroked="t" strokeweight="3.294285pt" strokecolor="#0000FF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lea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j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Office</w:t>
      </w:r>
      <w:r>
        <w:rPr>
          <w:rFonts w:ascii="Calibri" w:hAnsi="Calibri" w:cs="Calibri" w:eastAsia="Calibri"/>
          <w:sz w:val="22"/>
          <w:szCs w:val="22"/>
          <w:color w:val="5F005F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ts,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sach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set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tan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Str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(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S)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am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ersi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color w:val="5F005F"/>
          <w:spacing w:val="-4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ee</w:t>
      </w:r>
      <w:r>
        <w:rPr>
          <w:rFonts w:ascii="Calibri" w:hAnsi="Calibri" w:cs="Calibri" w:eastAsia="Calibri"/>
          <w:sz w:val="22"/>
          <w:szCs w:val="22"/>
          <w:color w:val="5F005F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disc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ss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ts,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cy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ersi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es!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13.760803pt;margin-top:12.042811pt;width:2.944759pt;height:2.942488pt;mso-position-horizontal-relative:page;mso-position-vertical-relative:paragraph;z-index:-494" coordorigin="6275,241" coordsize="59,59">
            <v:shape style="position:absolute;left:6275;top:241;width:59;height:59" coordorigin="6275,241" coordsize="59,59" path="m6273,270l6337,270e" filled="f" stroked="t" strokeweight="3.294285pt" strokecolor="#0000FF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For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act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Ha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color w:val="5F005F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color w:val="5F005F"/>
          <w:spacing w:val="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color w:val="5F005F"/>
          <w:spacing w:val="-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color w:val="5F005F"/>
          <w:spacing w:val="1"/>
          <w:w w:val="100"/>
        </w:rPr>
        <w:t>8</w:t>
      </w:r>
      <w:r>
        <w:rPr>
          <w:rFonts w:ascii="Calibri" w:hAnsi="Calibri" w:cs="Calibri" w:eastAsia="Calibri"/>
          <w:sz w:val="22"/>
          <w:szCs w:val="22"/>
          <w:color w:val="5F005F"/>
          <w:spacing w:val="-2"/>
          <w:w w:val="100"/>
        </w:rPr>
        <w:t>9</w:t>
      </w:r>
      <w:r>
        <w:rPr>
          <w:rFonts w:ascii="Calibri" w:hAnsi="Calibri" w:cs="Calibri" w:eastAsia="Calibri"/>
          <w:sz w:val="22"/>
          <w:szCs w:val="22"/>
          <w:color w:val="5F005F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50" w:after="0" w:line="240" w:lineRule="auto"/>
        <w:ind w:left="104" w:right="-20"/>
        <w:jc w:val="left"/>
        <w:rPr>
          <w:rFonts w:ascii="Calibri" w:hAnsi="Calibri" w:cs="Calibri" w:eastAsia="Calibri"/>
          <w:sz w:val="22"/>
          <w:szCs w:val="22"/>
        </w:rPr>
      </w:pPr>
      <w:rPr/>
      <w:hyperlink r:id="rId14"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1"/>
            <w:w w:val="100"/>
          </w:rPr>
          <w:t>e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ka.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1"/>
            <w:w w:val="100"/>
          </w:rPr>
          <w:t>J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1"/>
            <w:w w:val="100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ar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1"/>
            <w:w w:val="100"/>
          </w:rPr>
          <w:t>r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is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1"/>
            <w:w w:val="100"/>
          </w:rPr>
          <w:t>@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st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2"/>
            <w:w w:val="100"/>
          </w:rPr>
          <w:t>a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1"/>
            <w:w w:val="100"/>
          </w:rPr>
          <w:t>e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3"/>
            <w:w w:val="100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1"/>
            <w:w w:val="100"/>
          </w:rPr>
          <w:t>m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a.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-1"/>
            <w:w w:val="100"/>
          </w:rPr>
          <w:t>u</w:t>
        </w:r>
        <w:r>
          <w:rPr>
            <w:rFonts w:ascii="Calibri" w:hAnsi="Calibri" w:cs="Calibri" w:eastAsia="Calibri"/>
            <w:sz w:val="22"/>
            <w:szCs w:val="22"/>
            <w:color w:val="5F005F"/>
            <w:spacing w:val="0"/>
            <w:w w:val="100"/>
          </w:rPr>
          <w:t>s</w:t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85" w:lineRule="auto"/>
        <w:ind w:left="104" w:right="206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5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2"/>
          <w:szCs w:val="22"/>
          <w:color w:val="206443"/>
          <w:spacing w:val="47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tes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king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ass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cat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Stan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Str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feren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auto"/>
        <w:ind w:left="104" w:right="-48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This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will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j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ack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ith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eres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spe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fun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cat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206443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ksh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lu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ch,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pa</w:t>
      </w:r>
      <w:r>
        <w:rPr>
          <w:rFonts w:ascii="Calibri" w:hAnsi="Calibri" w:cs="Calibri" w:eastAsia="Calibri"/>
          <w:sz w:val="22"/>
          <w:szCs w:val="22"/>
          <w:color w:val="206443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isc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ssi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ic,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art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les,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rts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ale,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les,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tivities</w:t>
      </w:r>
      <w:r>
        <w:rPr>
          <w:rFonts w:ascii="Calibri" w:hAnsi="Calibri" w:cs="Calibri" w:eastAsia="Calibri"/>
          <w:sz w:val="22"/>
          <w:szCs w:val="22"/>
          <w:color w:val="206443"/>
          <w:spacing w:val="-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ad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ast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fe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ence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rise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dr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wing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fun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For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color w:val="206443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call</w:t>
      </w:r>
      <w:r>
        <w:rPr>
          <w:rFonts w:ascii="Calibri" w:hAnsi="Calibri" w:cs="Calibri" w:eastAsia="Calibri"/>
          <w:sz w:val="22"/>
          <w:szCs w:val="22"/>
          <w:color w:val="206443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06443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color w:val="206443"/>
          <w:spacing w:val="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color w:val="206443"/>
          <w:spacing w:val="-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50" w:after="0" w:line="240" w:lineRule="auto"/>
        <w:ind w:left="10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color w:val="206443"/>
          <w:spacing w:val="-2"/>
          <w:w w:val="100"/>
        </w:rPr>
        <w:t>5</w:t>
      </w:r>
      <w:r>
        <w:rPr>
          <w:rFonts w:ascii="Calibri" w:hAnsi="Calibri" w:cs="Calibri" w:eastAsia="Calibri"/>
          <w:sz w:val="22"/>
          <w:szCs w:val="22"/>
          <w:color w:val="206443"/>
          <w:spacing w:val="1"/>
          <w:w w:val="100"/>
        </w:rPr>
        <w:t>4</w:t>
      </w:r>
      <w:r>
        <w:rPr>
          <w:rFonts w:ascii="Calibri" w:hAnsi="Calibri" w:cs="Calibri" w:eastAsia="Calibri"/>
          <w:sz w:val="22"/>
          <w:szCs w:val="22"/>
          <w:color w:val="206443"/>
          <w:spacing w:val="0"/>
          <w:w w:val="100"/>
        </w:rPr>
        <w:t>9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left="1348" w:right="1771"/>
        <w:jc w:val="center"/>
        <w:rPr>
          <w:rFonts w:ascii="Verdana" w:hAnsi="Verdana" w:cs="Verdana" w:eastAsia="Verdana"/>
          <w:sz w:val="36"/>
          <w:szCs w:val="36"/>
        </w:rPr>
      </w:pPr>
      <w:rPr/>
      <w:r>
        <w:rPr/>
        <w:pict>
          <v:group style="position:absolute;margin-left:313.760803pt;margin-top:-6.90417pt;width:2.944759pt;height:2.942488pt;mso-position-horizontal-relative:page;mso-position-vertical-relative:paragraph;z-index:-571" coordorigin="6275,-138" coordsize="59,59">
            <v:shape style="position:absolute;left:6275;top:-138;width:59;height:59" coordorigin="6275,-138" coordsize="59,59" path="m6273,-109l6337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22.798828pt;margin-top:-6.90417pt;width:2.98335pt;height:2.942488pt;mso-position-horizontal-relative:page;mso-position-vertical-relative:paragraph;z-index:-570" coordorigin="6456,-138" coordsize="60,59">
            <v:shape style="position:absolute;left:6456;top:-138;width:60;height:59" coordorigin="6456,-138" coordsize="60,59" path="m6453,-109l6518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31.918823pt;margin-top:-6.90417pt;width:2.98335pt;height:2.942488pt;mso-position-horizontal-relative:page;mso-position-vertical-relative:paragraph;z-index:-569" coordorigin="6638,-138" coordsize="60,59">
            <v:shape style="position:absolute;left:6638;top:-138;width:60;height:59" coordorigin="6638,-138" coordsize="60,59" path="m6636,-109l6701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41.038818pt;margin-top:-6.90417pt;width:2.98335pt;height:2.942488pt;mso-position-horizontal-relative:page;mso-position-vertical-relative:paragraph;z-index:-568" coordorigin="6821,-138" coordsize="60,59">
            <v:shape style="position:absolute;left:6821;top:-138;width:60;height:59" coordorigin="6821,-138" coordsize="60,59" path="m6818,-109l6883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50.158844pt;margin-top:-6.90417pt;width:2.98335pt;height:2.942488pt;mso-position-horizontal-relative:page;mso-position-vertical-relative:paragraph;z-index:-567" coordorigin="7003,-138" coordsize="60,59">
            <v:shape style="position:absolute;left:7003;top:-138;width:60;height:59" coordorigin="7003,-138" coordsize="60,59" path="m7001,-109l7065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59.278839pt;margin-top:-6.90417pt;width:2.98335pt;height:2.942488pt;mso-position-horizontal-relative:page;mso-position-vertical-relative:paragraph;z-index:-566" coordorigin="7186,-138" coordsize="60,59">
            <v:shape style="position:absolute;left:7186;top:-138;width:60;height:59" coordorigin="7186,-138" coordsize="60,59" path="m7183,-109l7248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68.398834pt;margin-top:-6.90417pt;width:2.98335pt;height:2.942488pt;mso-position-horizontal-relative:page;mso-position-vertical-relative:paragraph;z-index:-565" coordorigin="7368,-138" coordsize="60,59">
            <v:shape style="position:absolute;left:7368;top:-138;width:60;height:59" coordorigin="7368,-138" coordsize="60,59" path="m7365,-109l7430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77.518829pt;margin-top:-6.90417pt;width:2.98335pt;height:2.942488pt;mso-position-horizontal-relative:page;mso-position-vertical-relative:paragraph;z-index:-564" coordorigin="7550,-138" coordsize="60,59">
            <v:shape style="position:absolute;left:7550;top:-138;width:60;height:59" coordorigin="7550,-138" coordsize="60,59" path="m7548,-109l7613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86.638824pt;margin-top:-6.90417pt;width:2.98335pt;height:2.942488pt;mso-position-horizontal-relative:page;mso-position-vertical-relative:paragraph;z-index:-563" coordorigin="7733,-138" coordsize="60,59">
            <v:shape style="position:absolute;left:7733;top:-138;width:60;height:59" coordorigin="7733,-138" coordsize="60,59" path="m7730,-109l7795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95.75882pt;margin-top:-6.90417pt;width:2.98335pt;height:2.942488pt;mso-position-horizontal-relative:page;mso-position-vertical-relative:paragraph;z-index:-562" coordorigin="7915,-138" coordsize="60,59">
            <v:shape style="position:absolute;left:7915;top:-138;width:60;height:59" coordorigin="7915,-138" coordsize="60,59" path="m7913,-109l7977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04.917084pt;margin-top:-6.90417pt;width:3.022174pt;height:2.942488pt;mso-position-horizontal-relative:page;mso-position-vertical-relative:paragraph;z-index:-561" coordorigin="8098,-138" coordsize="60,59">
            <v:shape style="position:absolute;left:8098;top:-138;width:60;height:59" coordorigin="8098,-138" coordsize="60,59" path="m8096,-109l8161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14.118835pt;margin-top:-6.90417pt;width:2.98335pt;height:2.942488pt;mso-position-horizontal-relative:page;mso-position-vertical-relative:paragraph;z-index:-560" coordorigin="8282,-138" coordsize="60,59">
            <v:shape style="position:absolute;left:8282;top:-138;width:60;height:59" coordorigin="8282,-138" coordsize="60,59" path="m8280,-109l8345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23.238831pt;margin-top:-6.90417pt;width:2.98335pt;height:2.942488pt;mso-position-horizontal-relative:page;mso-position-vertical-relative:paragraph;z-index:-559" coordorigin="8465,-138" coordsize="60,59">
            <v:shape style="position:absolute;left:8465;top:-138;width:60;height:59" coordorigin="8465,-138" coordsize="60,59" path="m8462,-109l8527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32.358826pt;margin-top:-6.90417pt;width:2.98335pt;height:2.942488pt;mso-position-horizontal-relative:page;mso-position-vertical-relative:paragraph;z-index:-558" coordorigin="8647,-138" coordsize="60,59">
            <v:shape style="position:absolute;left:8647;top:-138;width:60;height:59" coordorigin="8647,-138" coordsize="60,59" path="m8645,-109l8709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41.478821pt;margin-top:-6.90417pt;width:2.98335pt;height:2.942488pt;mso-position-horizontal-relative:page;mso-position-vertical-relative:paragraph;z-index:-557" coordorigin="8830,-138" coordsize="60,59">
            <v:shape style="position:absolute;left:8830;top:-138;width:60;height:59" coordorigin="8830,-138" coordsize="60,59" path="m8827,-109l8892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50.598846pt;margin-top:-6.90417pt;width:2.98335pt;height:2.942488pt;mso-position-horizontal-relative:page;mso-position-vertical-relative:paragraph;z-index:-556" coordorigin="9012,-138" coordsize="60,59">
            <v:shape style="position:absolute;left:9012;top:-138;width:60;height:59" coordorigin="9012,-138" coordsize="60,59" path="m9009,-109l9074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59.718842pt;margin-top:-6.90417pt;width:2.98335pt;height:2.942488pt;mso-position-horizontal-relative:page;mso-position-vertical-relative:paragraph;z-index:-555" coordorigin="9194,-138" coordsize="60,59">
            <v:shape style="position:absolute;left:9194;top:-138;width:60;height:59" coordorigin="9194,-138" coordsize="60,59" path="m9192,-109l9257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68.838837pt;margin-top:-6.90417pt;width:2.98335pt;height:2.942488pt;mso-position-horizontal-relative:page;mso-position-vertical-relative:paragraph;z-index:-554" coordorigin="9377,-138" coordsize="60,59">
            <v:shape style="position:absolute;left:9377;top:-138;width:60;height:59" coordorigin="9377,-138" coordsize="60,59" path="m9374,-109l9439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77.958832pt;margin-top:-6.90417pt;width:2.98335pt;height:2.942488pt;mso-position-horizontal-relative:page;mso-position-vertical-relative:paragraph;z-index:-553" coordorigin="9559,-138" coordsize="60,59">
            <v:shape style="position:absolute;left:9559;top:-138;width:60;height:59" coordorigin="9559,-138" coordsize="60,59" path="m9557,-109l9621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87.078827pt;margin-top:-6.90417pt;width:2.98335pt;height:2.942488pt;mso-position-horizontal-relative:page;mso-position-vertical-relative:paragraph;z-index:-552" coordorigin="9742,-138" coordsize="60,59">
            <v:shape style="position:absolute;left:9742;top:-138;width:60;height:59" coordorigin="9742,-138" coordsize="60,59" path="m9739,-109l9804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96.198822pt;margin-top:-6.90417pt;width:2.98335pt;height:2.942488pt;mso-position-horizontal-relative:page;mso-position-vertical-relative:paragraph;z-index:-551" coordorigin="9924,-138" coordsize="60,59">
            <v:shape style="position:absolute;left:9924;top:-138;width:60;height:59" coordorigin="9924,-138" coordsize="60,59" path="m9921,-109l9986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05.318848pt;margin-top:-6.90417pt;width:2.98335pt;height:2.942488pt;mso-position-horizontal-relative:page;mso-position-vertical-relative:paragraph;z-index:-550" coordorigin="10106,-138" coordsize="60,59">
            <v:shape style="position:absolute;left:10106;top:-138;width:60;height:59" coordorigin="10106,-138" coordsize="60,59" path="m10104,-109l10169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14.438843pt;margin-top:-6.90417pt;width:2.98335pt;height:2.942488pt;mso-position-horizontal-relative:page;mso-position-vertical-relative:paragraph;z-index:-549" coordorigin="10289,-138" coordsize="60,59">
            <v:shape style="position:absolute;left:10289;top:-138;width:60;height:59" coordorigin="10289,-138" coordsize="60,59" path="m10286,-109l10351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23.558838pt;margin-top:-6.90417pt;width:2.98335pt;height:2.942488pt;mso-position-horizontal-relative:page;mso-position-vertical-relative:paragraph;z-index:-548" coordorigin="10471,-138" coordsize="60,59">
            <v:shape style="position:absolute;left:10471;top:-138;width:60;height:59" coordorigin="10471,-138" coordsize="60,59" path="m10469,-109l10533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32.678833pt;margin-top:-6.90417pt;width:2.98335pt;height:2.942488pt;mso-position-horizontal-relative:page;mso-position-vertical-relative:paragraph;z-index:-547" coordorigin="10654,-138" coordsize="60,59">
            <v:shape style="position:absolute;left:10654;top:-138;width:60;height:59" coordorigin="10654,-138" coordsize="60,59" path="m10651,-109l10716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41.798828pt;margin-top:-6.90417pt;width:2.98335pt;height:2.942488pt;mso-position-horizontal-relative:page;mso-position-vertical-relative:paragraph;z-index:-546" coordorigin="10836,-138" coordsize="60,59">
            <v:shape style="position:absolute;left:10836;top:-138;width:60;height:59" coordorigin="10836,-138" coordsize="60,59" path="m10833,-109l10898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50.918823pt;margin-top:-6.90417pt;width:2.98335pt;height:2.942488pt;mso-position-horizontal-relative:page;mso-position-vertical-relative:paragraph;z-index:-545" coordorigin="11018,-138" coordsize="60,59">
            <v:shape style="position:absolute;left:11018;top:-138;width:60;height:59" coordorigin="11018,-138" coordsize="60,59" path="m11016,-109l11081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-6.90417pt;width:2.944759pt;height:2.942488pt;mso-position-horizontal-relative:page;mso-position-vertical-relative:paragraph;z-index:-544" coordorigin="11200,-138" coordsize="59,59">
            <v:shape style="position:absolute;left:11200;top:-138;width:59;height:59" coordorigin="11200,-138" coordsize="59,59" path="m11197,-109l11261,-10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.057845pt;width:2.944759pt;height:2.903694pt;mso-position-horizontal-relative:page;mso-position-vertical-relative:paragraph;z-index:-491" coordorigin="11200,41" coordsize="59,58">
            <v:shape style="position:absolute;left:11200;top:41;width:59;height:58" coordorigin="11200,41" coordsize="59,58" path="m11197,70l11261,70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0.97583pt;width:2.944759pt;height:2.942488pt;mso-position-horizontal-relative:page;mso-position-vertical-relative:paragraph;z-index:-490" coordorigin="11200,220" coordsize="59,59">
            <v:shape style="position:absolute;left:11200;top:220;width:59;height:59" coordorigin="11200,220" coordsize="59,59" path="m11197,249l11261,249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9.937845pt;width:2.944759pt;height:2.903694pt;mso-position-horizontal-relative:page;mso-position-vertical-relative:paragraph;z-index:-489" coordorigin="11200,399" coordsize="59,58">
            <v:shape style="position:absolute;left:11200;top:399;width:59;height:58" coordorigin="11200,399" coordsize="59,58" path="m11197,428l11261,428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8.855829pt;width:2.944759pt;height:2.942488pt;mso-position-horizontal-relative:page;mso-position-vertical-relative:paragraph;z-index:-488" coordorigin="11200,577" coordsize="59,59">
            <v:shape style="position:absolute;left:11200;top:577;width:59;height:59" coordorigin="11200,577" coordsize="59,59" path="m11197,607l11261,607e" filled="f" stroked="t" strokeweight="3.294285pt" strokecolor="#0000FF">
              <v:path arrowok="t"/>
            </v:shape>
          </v:group>
          <w10:wrap type="none"/>
        </w:pict>
      </w:r>
      <w:r>
        <w:rPr>
          <w:rFonts w:ascii="Verdana" w:hAnsi="Verdana" w:cs="Verdana" w:eastAsia="Verdana"/>
          <w:sz w:val="36"/>
          <w:szCs w:val="36"/>
          <w:color w:val="0000FF"/>
          <w:b/>
          <w:bCs/>
        </w:rPr>
      </w:r>
      <w:r>
        <w:rPr>
          <w:rFonts w:ascii="Verdana" w:hAnsi="Verdana" w:cs="Verdana" w:eastAsia="Verdana"/>
          <w:sz w:val="36"/>
          <w:szCs w:val="36"/>
          <w:color w:val="0000FF"/>
          <w:spacing w:val="1"/>
          <w:b/>
          <w:bCs/>
          <w:u w:val="thick" w:color="0000FF"/>
        </w:rPr>
        <w:t>D</w:t>
      </w:r>
      <w:r>
        <w:rPr>
          <w:rFonts w:ascii="Verdana" w:hAnsi="Verdana" w:cs="Verdana" w:eastAsia="Verdana"/>
          <w:sz w:val="36"/>
          <w:szCs w:val="36"/>
          <w:color w:val="0000FF"/>
          <w:spacing w:val="1"/>
          <w:b/>
          <w:bCs/>
          <w:u w:val="thick" w:color="0000FF"/>
        </w:rPr>
      </w:r>
      <w:r>
        <w:rPr>
          <w:rFonts w:ascii="Verdana" w:hAnsi="Verdana" w:cs="Verdana" w:eastAsia="Verdana"/>
          <w:sz w:val="36"/>
          <w:szCs w:val="36"/>
          <w:color w:val="0000FF"/>
          <w:spacing w:val="0"/>
          <w:w w:val="99"/>
          <w:b/>
          <w:bCs/>
          <w:u w:val="thick" w:color="0000FF"/>
        </w:rPr>
        <w:t>I</w:t>
      </w:r>
      <w:r>
        <w:rPr>
          <w:rFonts w:ascii="Verdana" w:hAnsi="Verdana" w:cs="Verdana" w:eastAsia="Verdana"/>
          <w:sz w:val="36"/>
          <w:szCs w:val="36"/>
          <w:color w:val="0000FF"/>
          <w:spacing w:val="1"/>
          <w:w w:val="99"/>
          <w:b/>
          <w:bCs/>
          <w:u w:val="thick" w:color="0000FF"/>
        </w:rPr>
        <w:t>G</w:t>
      </w:r>
      <w:r>
        <w:rPr>
          <w:rFonts w:ascii="Verdana" w:hAnsi="Verdana" w:cs="Verdana" w:eastAsia="Verdana"/>
          <w:sz w:val="36"/>
          <w:szCs w:val="36"/>
          <w:color w:val="0000FF"/>
          <w:spacing w:val="1"/>
          <w:w w:val="99"/>
          <w:b/>
          <w:bCs/>
          <w:u w:val="thick" w:color="0000FF"/>
        </w:rPr>
      </w:r>
      <w:r>
        <w:rPr>
          <w:rFonts w:ascii="Verdana" w:hAnsi="Verdana" w:cs="Verdana" w:eastAsia="Verdana"/>
          <w:sz w:val="36"/>
          <w:szCs w:val="36"/>
          <w:color w:val="0000FF"/>
          <w:spacing w:val="0"/>
          <w:w w:val="99"/>
          <w:b/>
          <w:bCs/>
          <w:u w:val="thick" w:color="0000FF"/>
        </w:rPr>
        <w:t>NITY:</w:t>
      </w:r>
      <w:r>
        <w:rPr>
          <w:rFonts w:ascii="Verdana" w:hAnsi="Verdana" w:cs="Verdana" w:eastAsia="Verdana"/>
          <w:sz w:val="36"/>
          <w:szCs w:val="36"/>
          <w:color w:val="0000FF"/>
          <w:spacing w:val="0"/>
          <w:w w:val="99"/>
          <w:b/>
          <w:bCs/>
        </w:rPr>
      </w:r>
      <w:r>
        <w:rPr>
          <w:rFonts w:ascii="Verdana" w:hAnsi="Verdana" w:cs="Verdana" w:eastAsia="Verdana"/>
          <w:sz w:val="36"/>
          <w:szCs w:val="3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57" w:right="579" w:firstLine="-4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13.760803pt;margin-top:-6.002956pt;width:2.944759pt;height:2.903694pt;mso-position-horizontal-relative:page;mso-position-vertical-relative:paragraph;z-index:-539" coordorigin="6275,-120" coordsize="59,58">
            <v:shape style="position:absolute;left:6275;top:-120;width:59;height:58" coordorigin="6275,-120" coordsize="59,58" path="m6273,-91l6337,-9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.915029pt;width:2.944759pt;height:2.942488pt;mso-position-horizontal-relative:page;mso-position-vertical-relative:paragraph;z-index:-538" coordorigin="6275,58" coordsize="59,59">
            <v:shape style="position:absolute;left:6275;top:58;width:59;height:59" coordorigin="6275,58" coordsize="59,59" path="m6273,88l6337,88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11.877044pt;width:2.944759pt;height:2.903694pt;mso-position-horizontal-relative:page;mso-position-vertical-relative:paragraph;z-index:-537" coordorigin="6275,238" coordsize="59,58">
            <v:shape style="position:absolute;left:6275;top:238;width:59;height:58" coordorigin="6275,238" coordsize="59,58" path="m6273,267l6337,267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0.795029pt;width:2.944759pt;height:2.942488pt;mso-position-horizontal-relative:page;mso-position-vertical-relative:paragraph;z-index:-536" coordorigin="6275,416" coordsize="59,59">
            <v:shape style="position:absolute;left:6275;top:416;width:59;height:59" coordorigin="6275,416" coordsize="59,59" path="m6273,445l6337,44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9.757044pt;width:2.944759pt;height:2.903694pt;mso-position-horizontal-relative:page;mso-position-vertical-relative:paragraph;z-index:-535" coordorigin="6275,595" coordsize="59,58">
            <v:shape style="position:absolute;left:6275;top:595;width:59;height:58" coordorigin="6275,595" coordsize="59,58" path="m6273,624l6337,62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8.67503pt;width:2.944759pt;height:2.942488pt;mso-position-horizontal-relative:page;mso-position-vertical-relative:paragraph;z-index:-534" coordorigin="6275,774" coordsize="59,59">
            <v:shape style="position:absolute;left:6275;top:774;width:59;height:59" coordorigin="6275,774" coordsize="59,59" path="m6273,803l6337,80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47.637043pt;width:2.944759pt;height:2.903694pt;mso-position-horizontal-relative:page;mso-position-vertical-relative:paragraph;z-index:-533" coordorigin="6275,953" coordsize="59,58">
            <v:shape style="position:absolute;left:6275;top:953;width:59;height:58" coordorigin="6275,953" coordsize="59,58" path="m6273,982l6337,982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56.517044pt;width:2.944759pt;height:2.903694pt;mso-position-horizontal-relative:page;mso-position-vertical-relative:paragraph;z-index:-532" coordorigin="6275,1130" coordsize="59,58">
            <v:shape style="position:absolute;left:6275;top:1130;width:59;height:58" coordorigin="6275,1130" coordsize="59,58" path="m6273,1159l6337,115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-6.002956pt;width:2.944759pt;height:2.903694pt;mso-position-horizontal-relative:page;mso-position-vertical-relative:paragraph;z-index:-487" coordorigin="11200,-120" coordsize="59,58">
            <v:shape style="position:absolute;left:11200;top:-120;width:59;height:58" coordorigin="11200,-120" coordsize="59,58" path="m11197,-91l11261,-9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.915029pt;width:2.944759pt;height:2.942488pt;mso-position-horizontal-relative:page;mso-position-vertical-relative:paragraph;z-index:-486" coordorigin="11200,58" coordsize="59,59">
            <v:shape style="position:absolute;left:11200;top:58;width:59;height:59" coordorigin="11200,58" coordsize="59,59" path="m11197,88l11261,88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1.877044pt;width:2.944759pt;height:2.903694pt;mso-position-horizontal-relative:page;mso-position-vertical-relative:paragraph;z-index:-485" coordorigin="11200,238" coordsize="59,58">
            <v:shape style="position:absolute;left:11200;top:238;width:59;height:58" coordorigin="11200,238" coordsize="59,58" path="m11197,267l11261,267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0.795029pt;width:2.944759pt;height:2.942488pt;mso-position-horizontal-relative:page;mso-position-vertical-relative:paragraph;z-index:-484" coordorigin="11200,416" coordsize="59,59">
            <v:shape style="position:absolute;left:11200;top:416;width:59;height:59" coordorigin="11200,416" coordsize="59,59" path="m11197,445l11261,44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9.757044pt;width:2.944759pt;height:2.903694pt;mso-position-horizontal-relative:page;mso-position-vertical-relative:paragraph;z-index:-483" coordorigin="11200,595" coordsize="59,58">
            <v:shape style="position:absolute;left:11200;top:595;width:59;height:58" coordorigin="11200,595" coordsize="59,58" path="m11197,624l11261,62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8.67503pt;width:2.944759pt;height:2.942488pt;mso-position-horizontal-relative:page;mso-position-vertical-relative:paragraph;z-index:-482" coordorigin="11200,774" coordsize="59,59">
            <v:shape style="position:absolute;left:11200;top:774;width:59;height:59" coordorigin="11200,774" coordsize="59,59" path="m11197,803l11261,80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47.637043pt;width:2.944759pt;height:2.903694pt;mso-position-horizontal-relative:page;mso-position-vertical-relative:paragraph;z-index:-481" coordorigin="11200,953" coordsize="59,58">
            <v:shape style="position:absolute;left:11200;top:953;width:59;height:58" coordorigin="11200,953" coordsize="59,58" path="m11197,982l11261,982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56.517044pt;width:2.944759pt;height:2.903694pt;mso-position-horizontal-relative:page;mso-position-vertical-relative:paragraph;z-index:-480" coordorigin="11200,1130" coordsize="59,58">
            <v:shape style="position:absolute;left:11200;top:1130;width:59;height:58" coordorigin="11200,1130" coordsize="59,58" path="m11197,1159l11261,1159e" filled="f" stroked="t" strokeweight="3.252172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b/>
          <w:bCs/>
        </w:rPr>
      </w:r>
      <w:r>
        <w:rPr>
          <w:rFonts w:ascii="Arial" w:hAnsi="Arial" w:cs="Arial" w:eastAsia="Arial"/>
          <w:sz w:val="24"/>
          <w:szCs w:val="24"/>
          <w:b/>
          <w:bCs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b/>
          <w:bCs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u w:val="thick" w:color="000000"/>
        </w:rPr>
        <w:t>Definition: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hyperlink r:id="rId15">
        <w:r>
          <w:rPr>
            <w:rFonts w:ascii="Arial" w:hAnsi="Arial" w:cs="Arial" w:eastAsia="Arial"/>
            <w:sz w:val="24"/>
            <w:szCs w:val="24"/>
            <w:spacing w:val="0"/>
            <w:w w:val="100"/>
          </w:rPr>
          <w:t> </w:t>
        </w:r>
        <w:r>
          <w:rPr>
            <w:rFonts w:ascii="Arial" w:hAnsi="Arial" w:cs="Arial" w:eastAsia="Arial"/>
            <w:sz w:val="24"/>
            <w:szCs w:val="24"/>
            <w:spacing w:val="-3"/>
            <w:w w:val="100"/>
          </w:rPr>
          <w:t>w</w:t>
        </w:r>
        <w:r>
          <w:rPr>
            <w:rFonts w:ascii="Arial" w:hAnsi="Arial" w:cs="Arial" w:eastAsia="Arial"/>
            <w:sz w:val="24"/>
            <w:szCs w:val="24"/>
            <w:spacing w:val="1"/>
            <w:w w:val="100"/>
          </w:rPr>
          <w:t>o</w:t>
        </w:r>
        <w:r>
          <w:rPr>
            <w:rFonts w:ascii="Arial" w:hAnsi="Arial" w:cs="Arial" w:eastAsia="Arial"/>
            <w:sz w:val="24"/>
            <w:szCs w:val="24"/>
            <w:spacing w:val="0"/>
            <w:w w:val="100"/>
          </w:rPr>
          <w:t>rt</w:t>
        </w:r>
        <w:r>
          <w:rPr>
            <w:rFonts w:ascii="Arial" w:hAnsi="Arial" w:cs="Arial" w:eastAsia="Arial"/>
            <w:sz w:val="24"/>
            <w:szCs w:val="24"/>
            <w:spacing w:val="3"/>
            <w:w w:val="100"/>
          </w:rPr>
          <w:t>h</w:t>
        </w:r>
        <w:r>
          <w:rPr>
            <w:rFonts w:ascii="Arial" w:hAnsi="Arial" w:cs="Arial" w:eastAsia="Arial"/>
            <w:sz w:val="24"/>
            <w:szCs w:val="24"/>
            <w:spacing w:val="-2"/>
            <w:w w:val="100"/>
          </w:rPr>
          <w:t>y</w:t>
        </w:r>
        <w:r>
          <w:rPr>
            <w:rFonts w:ascii="Arial" w:hAnsi="Arial" w:cs="Arial" w:eastAsia="Arial"/>
            <w:sz w:val="24"/>
            <w:szCs w:val="24"/>
            <w:spacing w:val="0"/>
            <w:w w:val="100"/>
          </w:rPr>
          <w:t>,</w:t>
        </w:r>
        <w:r>
          <w:rPr>
            <w:rFonts w:ascii="Arial" w:hAnsi="Arial" w:cs="Arial" w:eastAsia="Arial"/>
            <w:sz w:val="24"/>
            <w:szCs w:val="24"/>
            <w:spacing w:val="1"/>
            <w:w w:val="100"/>
          </w:rPr>
          <w:t> </w:t>
        </w:r>
      </w:hyperlink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hyperlink r:id="rId16">
        <w:r>
          <w:rPr>
            <w:rFonts w:ascii="Arial" w:hAnsi="Arial" w:cs="Arial" w:eastAsia="Arial"/>
            <w:sz w:val="24"/>
            <w:szCs w:val="24"/>
            <w:spacing w:val="1"/>
            <w:w w:val="100"/>
          </w:rPr>
          <w:t>e</w:t>
        </w:r>
        <w:r>
          <w:rPr>
            <w:rFonts w:ascii="Arial" w:hAnsi="Arial" w:cs="Arial" w:eastAsia="Arial"/>
            <w:sz w:val="24"/>
            <w:szCs w:val="24"/>
            <w:spacing w:val="0"/>
            <w:w w:val="100"/>
          </w:rPr>
          <w:t>st</w:t>
        </w:r>
        <w:r>
          <w:rPr>
            <w:rFonts w:ascii="Arial" w:hAnsi="Arial" w:cs="Arial" w:eastAsia="Arial"/>
            <w:sz w:val="24"/>
            <w:szCs w:val="24"/>
            <w:spacing w:val="-1"/>
            <w:w w:val="100"/>
          </w:rPr>
          <w:t>e</w:t>
        </w:r>
        <w:r>
          <w:rPr>
            <w:rFonts w:ascii="Arial" w:hAnsi="Arial" w:cs="Arial" w:eastAsia="Arial"/>
            <w:sz w:val="24"/>
            <w:szCs w:val="24"/>
            <w:spacing w:val="-1"/>
            <w:w w:val="100"/>
          </w:rPr>
          <w:t>e</w:t>
        </w:r>
        <w:r>
          <w:rPr>
            <w:rFonts w:ascii="Arial" w:hAnsi="Arial" w:cs="Arial" w:eastAsia="Arial"/>
            <w:sz w:val="24"/>
            <w:szCs w:val="24"/>
            <w:spacing w:val="1"/>
            <w:w w:val="100"/>
          </w:rPr>
          <w:t>m</w:t>
        </w:r>
        <w:r>
          <w:rPr>
            <w:rFonts w:ascii="Arial" w:hAnsi="Arial" w:cs="Arial" w:eastAsia="Arial"/>
            <w:sz w:val="24"/>
            <w:szCs w:val="24"/>
            <w:spacing w:val="1"/>
            <w:w w:val="100"/>
          </w:rPr>
          <w:t>e</w:t>
        </w:r>
        <w:r>
          <w:rPr>
            <w:rFonts w:ascii="Arial" w:hAnsi="Arial" w:cs="Arial" w:eastAsia="Arial"/>
            <w:sz w:val="24"/>
            <w:szCs w:val="24"/>
            <w:spacing w:val="2"/>
            <w:w w:val="100"/>
          </w:rPr>
          <w:t>d</w:t>
        </w:r>
        <w:r>
          <w:rPr>
            <w:rFonts w:ascii="Arial" w:hAnsi="Arial" w:cs="Arial" w:eastAsia="Arial"/>
            <w:sz w:val="24"/>
            <w:szCs w:val="24"/>
            <w:spacing w:val="0"/>
            <w:w w:val="100"/>
          </w:rPr>
          <w:t>;</w:t>
        </w:r>
      </w:hyperlink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ssing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rth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5" w:right="651" w:firstLine="-4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560.000793pt;margin-top:-3.564971pt;width:2.944759pt;height:2.942488pt;mso-position-horizontal-relative:page;mso-position-vertical-relative:paragraph;z-index:-479" coordorigin="11200,-71" coordsize="59,59">
            <v:shape style="position:absolute;left:11200;top:-71;width:59;height:59" coordorigin="11200,-71" coordsize="59,59" path="m11197,-42l11261,-42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5.397044pt;width:2.944759pt;height:2.903694pt;mso-position-horizontal-relative:page;mso-position-vertical-relative:paragraph;z-index:-478" coordorigin="11200,108" coordsize="59,58">
            <v:shape style="position:absolute;left:11200;top:108;width:59;height:58" coordorigin="11200,108" coordsize="59,58" path="m11197,137l11261,137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4.315029pt;width:2.944759pt;height:2.942488pt;mso-position-horizontal-relative:page;mso-position-vertical-relative:paragraph;z-index:-477" coordorigin="11200,286" coordsize="59,59">
            <v:shape style="position:absolute;left:11200;top:286;width:59;height:59" coordorigin="11200,286" coordsize="59,59" path="m11197,316l11261,316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3.277044pt;width:2.944759pt;height:2.903694pt;mso-position-horizontal-relative:page;mso-position-vertical-relative:paragraph;z-index:-476" coordorigin="11200,466" coordsize="59,58">
            <v:shape style="position:absolute;left:11200;top:466;width:59;height:58" coordorigin="11200,466" coordsize="59,58" path="m11197,495l11261,495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2.195030pt;width:2.944759pt;height:2.942488pt;mso-position-horizontal-relative:page;mso-position-vertical-relative:paragraph;z-index:-475" coordorigin="11200,644" coordsize="59,59">
            <v:shape style="position:absolute;left:11200;top:644;width:59;height:59" coordorigin="11200,644" coordsize="59,59" path="m11197,673l11261,67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41.157043pt;width:2.944759pt;height:2.903694pt;mso-position-horizontal-relative:page;mso-position-vertical-relative:paragraph;z-index:-474" coordorigin="11200,823" coordsize="59,58">
            <v:shape style="position:absolute;left:11200;top:823;width:59;height:58" coordorigin="11200,823" coordsize="59,58" path="m11197,852l11261,852e" filled="f" stroked="t" strokeweight="3.252172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~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Digni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u w:val="single" w:color="000000"/>
        </w:rPr>
        <w:t>v</w:t>
      </w:r>
      <w:r>
        <w:rPr>
          <w:rFonts w:ascii="Arial" w:hAnsi="Arial" w:cs="Arial" w:eastAsia="Arial"/>
          <w:sz w:val="24"/>
          <w:szCs w:val="24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lu</w:t>
      </w:r>
      <w:r>
        <w:rPr>
          <w:rFonts w:ascii="Arial" w:hAnsi="Arial" w:cs="Arial" w:eastAsia="Arial"/>
          <w:sz w:val="24"/>
          <w:szCs w:val="24"/>
          <w:spacing w:val="-1"/>
          <w:w w:val="100"/>
          <w:u w:val="single" w:color="0000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u w:val="single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7" w:right="522" w:firstLine="-1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13.760803pt;margin-top:-5.124983pt;width:2.944759pt;height:2.942488pt;mso-position-horizontal-relative:page;mso-position-vertical-relative:paragraph;z-index:-525" coordorigin="6275,-102" coordsize="59,59">
            <v:shape style="position:absolute;left:6275;top:-102;width:59;height:59" coordorigin="6275,-102" coordsize="59,59" path="m6273,-73l6337,-7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.837032pt;width:2.944759pt;height:2.903694pt;mso-position-horizontal-relative:page;mso-position-vertical-relative:paragraph;z-index:-524" coordorigin="6275,77" coordsize="59,58">
            <v:shape style="position:absolute;left:6275;top:77;width:59;height:58" coordorigin="6275,77" coordsize="59,58" path="m6273,106l6337,10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12.755017pt;width:2.944759pt;height:2.942488pt;mso-position-horizontal-relative:page;mso-position-vertical-relative:paragraph;z-index:-523" coordorigin="6275,255" coordsize="59,59">
            <v:shape style="position:absolute;left:6275;top:255;width:59;height:59" coordorigin="6275,255" coordsize="59,59" path="m6273,285l6337,28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1.717031pt;width:2.944759pt;height:2.903694pt;mso-position-horizontal-relative:page;mso-position-vertical-relative:paragraph;z-index:-522" coordorigin="6275,434" coordsize="59,58">
            <v:shape style="position:absolute;left:6275;top:434;width:59;height:58" coordorigin="6275,434" coordsize="59,58" path="m6273,463l6337,463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0.597033pt;width:2.944759pt;height:2.903694pt;mso-position-horizontal-relative:page;mso-position-vertical-relative:paragraph;z-index:-521" coordorigin="6275,612" coordsize="59,58">
            <v:shape style="position:absolute;left:6275;top:612;width:59;height:58" coordorigin="6275,612" coordsize="59,58" path="m6273,641l6337,64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9.515018pt;width:2.944759pt;height:2.942488pt;mso-position-horizontal-relative:page;mso-position-vertical-relative:paragraph;z-index:-520" coordorigin="6275,790" coordsize="59,59">
            <v:shape style="position:absolute;left:6275;top:790;width:59;height:59" coordorigin="6275,790" coordsize="59,59" path="m6273,820l6337,82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48.477032pt;width:2.944759pt;height:2.903694pt;mso-position-horizontal-relative:page;mso-position-vertical-relative:paragraph;z-index:-519" coordorigin="6275,970" coordsize="59,58">
            <v:shape style="position:absolute;left:6275;top:970;width:59;height:58" coordorigin="6275,970" coordsize="59,58" path="m6273,999l6337,99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-5.124983pt;width:2.944759pt;height:2.942488pt;mso-position-horizontal-relative:page;mso-position-vertical-relative:paragraph;z-index:-473" coordorigin="11200,-102" coordsize="59,59">
            <v:shape style="position:absolute;left:11200;top:-102;width:59;height:59" coordorigin="11200,-102" coordsize="59,59" path="m11197,-73l11261,-7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.837032pt;width:2.944759pt;height:2.903694pt;mso-position-horizontal-relative:page;mso-position-vertical-relative:paragraph;z-index:-472" coordorigin="11200,77" coordsize="59,58">
            <v:shape style="position:absolute;left:11200;top:77;width:59;height:58" coordorigin="11200,77" coordsize="59,58" path="m11197,106l11261,10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2.755017pt;width:2.944759pt;height:2.942488pt;mso-position-horizontal-relative:page;mso-position-vertical-relative:paragraph;z-index:-471" coordorigin="11200,255" coordsize="59,59">
            <v:shape style="position:absolute;left:11200;top:255;width:59;height:59" coordorigin="11200,255" coordsize="59,59" path="m11197,285l11261,285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1.717031pt;width:2.944759pt;height:2.903694pt;mso-position-horizontal-relative:page;mso-position-vertical-relative:paragraph;z-index:-470" coordorigin="11200,434" coordsize="59,58">
            <v:shape style="position:absolute;left:11200;top:434;width:59;height:58" coordorigin="11200,434" coordsize="59,58" path="m11197,463l11261,463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0.597033pt;width:2.944759pt;height:2.903694pt;mso-position-horizontal-relative:page;mso-position-vertical-relative:paragraph;z-index:-469" coordorigin="11200,612" coordsize="59,58">
            <v:shape style="position:absolute;left:11200;top:612;width:59;height:58" coordorigin="11200,612" coordsize="59,58" path="m11197,641l11261,64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9.515018pt;width:2.944759pt;height:2.942488pt;mso-position-horizontal-relative:page;mso-position-vertical-relative:paragraph;z-index:-468" coordorigin="11200,790" coordsize="59,59">
            <v:shape style="position:absolute;left:11200;top:790;width:59;height:59" coordorigin="11200,790" coordsize="59,59" path="m11197,820l11261,82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48.477032pt;width:2.944759pt;height:2.903694pt;mso-position-horizontal-relative:page;mso-position-vertical-relative:paragraph;z-index:-467" coordorigin="11200,970" coordsize="59,58">
            <v:shape style="position:absolute;left:11200;top:970;width:59;height:58" coordorigin="11200,970" coordsize="59,58" path="m11197,999l11261,999e" filled="f" stroked="t" strokeweight="3.252172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~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digni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1" w:right="500" w:firstLine="3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13.760803pt;margin-top:2.165036pt;width:2.944759pt;height:2.942488pt;mso-position-horizontal-relative:page;mso-position-vertical-relative:paragraph;z-index:-518" coordorigin="6275,43" coordsize="59,59">
            <v:shape style="position:absolute;left:6275;top:43;width:59;height:59" coordorigin="6275,43" coordsize="59,59" path="m6273,73l6337,7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11.127051pt;width:2.944759pt;height:2.903694pt;mso-position-horizontal-relative:page;mso-position-vertical-relative:paragraph;z-index:-517" coordorigin="6275,223" coordsize="59,58">
            <v:shape style="position:absolute;left:6275;top:223;width:59;height:58" coordorigin="6275,223" coordsize="59,58" path="m6273,252l6337,252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0.045036pt;width:2.944759pt;height:2.942488pt;mso-position-horizontal-relative:page;mso-position-vertical-relative:paragraph;z-index:-516" coordorigin="6275,401" coordsize="59,59">
            <v:shape style="position:absolute;left:6275;top:401;width:59;height:59" coordorigin="6275,401" coordsize="59,59" path="m6273,430l6337,43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9.007051pt;width:2.944759pt;height:2.903694pt;mso-position-horizontal-relative:page;mso-position-vertical-relative:paragraph;z-index:-515" coordorigin="6275,580" coordsize="59,58">
            <v:shape style="position:absolute;left:6275;top:580;width:59;height:58" coordorigin="6275,580" coordsize="59,58" path="m6273,609l6337,60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7.925037pt;width:2.944759pt;height:2.942488pt;mso-position-horizontal-relative:page;mso-position-vertical-relative:paragraph;z-index:-514" coordorigin="6275,759" coordsize="59,59">
            <v:shape style="position:absolute;left:6275;top:759;width:59;height:59" coordorigin="6275,759" coordsize="59,59" path="m6273,788l6337,788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46.887051pt;width:2.944759pt;height:2.903694pt;mso-position-horizontal-relative:page;mso-position-vertical-relative:paragraph;z-index:-513" coordorigin="6275,938" coordsize="59,58">
            <v:shape style="position:absolute;left:6275;top:938;width:59;height:58" coordorigin="6275,938" coordsize="59,58" path="m6273,967l6337,967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55.767052pt;width:2.944759pt;height:2.903694pt;mso-position-horizontal-relative:page;mso-position-vertical-relative:paragraph;z-index:-512" coordorigin="6275,1115" coordsize="59,58">
            <v:shape style="position:absolute;left:6275;top:1115;width:59;height:58" coordorigin="6275,1115" coordsize="59,58" path="m6273,1144l6337,114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64.685036pt;width:2.944759pt;height:2.942488pt;mso-position-horizontal-relative:page;mso-position-vertical-relative:paragraph;z-index:-511" coordorigin="6275,1294" coordsize="59,59">
            <v:shape style="position:absolute;left:6275;top:1294;width:59;height:59" coordorigin="6275,1294" coordsize="59,59" path="m6273,1323l6337,132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73.647049pt;width:2.944759pt;height:2.903694pt;mso-position-horizontal-relative:page;mso-position-vertical-relative:paragraph;z-index:-510" coordorigin="6275,1473" coordsize="59,58">
            <v:shape style="position:absolute;left:6275;top:1473;width:59;height:58" coordorigin="6275,1473" coordsize="59,58" path="m6273,1502l6337,1502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82.565033pt;width:2.944759pt;height:2.942488pt;mso-position-horizontal-relative:page;mso-position-vertical-relative:paragraph;z-index:-509" coordorigin="6275,1651" coordsize="59,59">
            <v:shape style="position:absolute;left:6275;top:1651;width:59;height:59" coordorigin="6275,1651" coordsize="59,59" path="m6273,1681l6337,1681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.165036pt;width:2.944759pt;height:2.942488pt;mso-position-horizontal-relative:page;mso-position-vertical-relative:paragraph;z-index:-466" coordorigin="11200,43" coordsize="59,59">
            <v:shape style="position:absolute;left:11200;top:43;width:59;height:59" coordorigin="11200,43" coordsize="59,59" path="m11197,73l11261,7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1.127051pt;width:2.944759pt;height:2.903694pt;mso-position-horizontal-relative:page;mso-position-vertical-relative:paragraph;z-index:-465" coordorigin="11200,223" coordsize="59,58">
            <v:shape style="position:absolute;left:11200;top:223;width:59;height:58" coordorigin="11200,223" coordsize="59,58" path="m11197,252l11261,252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0.045036pt;width:2.944759pt;height:2.942488pt;mso-position-horizontal-relative:page;mso-position-vertical-relative:paragraph;z-index:-464" coordorigin="11200,401" coordsize="59,59">
            <v:shape style="position:absolute;left:11200;top:401;width:59;height:59" coordorigin="11200,401" coordsize="59,59" path="m11197,430l11261,43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9.007051pt;width:2.944759pt;height:2.903694pt;mso-position-horizontal-relative:page;mso-position-vertical-relative:paragraph;z-index:-463" coordorigin="11200,580" coordsize="59,58">
            <v:shape style="position:absolute;left:11200;top:580;width:59;height:58" coordorigin="11200,580" coordsize="59,58" path="m11197,609l11261,60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7.925037pt;width:2.944759pt;height:2.942488pt;mso-position-horizontal-relative:page;mso-position-vertical-relative:paragraph;z-index:-462" coordorigin="11200,759" coordsize="59,59">
            <v:shape style="position:absolute;left:11200;top:759;width:59;height:59" coordorigin="11200,759" coordsize="59,59" path="m11197,788l11261,788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46.887051pt;width:2.944759pt;height:2.903694pt;mso-position-horizontal-relative:page;mso-position-vertical-relative:paragraph;z-index:-461" coordorigin="11200,938" coordsize="59,58">
            <v:shape style="position:absolute;left:11200;top:938;width:59;height:58" coordorigin="11200,938" coordsize="59,58" path="m11197,967l11261,967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55.767052pt;width:2.944759pt;height:2.903694pt;mso-position-horizontal-relative:page;mso-position-vertical-relative:paragraph;z-index:-460" coordorigin="11200,1115" coordsize="59,58">
            <v:shape style="position:absolute;left:11200;top:1115;width:59;height:58" coordorigin="11200,1115" coordsize="59,58" path="m11197,1144l11261,114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64.685036pt;width:2.944759pt;height:2.942488pt;mso-position-horizontal-relative:page;mso-position-vertical-relative:paragraph;z-index:-459" coordorigin="11200,1294" coordsize="59,59">
            <v:shape style="position:absolute;left:11200;top:1294;width:59;height:59" coordorigin="11200,1294" coordsize="59,59" path="m11197,1323l11261,132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73.647049pt;width:2.944759pt;height:2.903694pt;mso-position-horizontal-relative:page;mso-position-vertical-relative:paragraph;z-index:-458" coordorigin="11200,1473" coordsize="59,58">
            <v:shape style="position:absolute;left:11200;top:1473;width:59;height:58" coordorigin="11200,1473" coordsize="59,58" path="m11197,1502l11261,1502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82.565033pt;width:2.944759pt;height:2.942488pt;mso-position-horizontal-relative:page;mso-position-vertical-relative:paragraph;z-index:-457" coordorigin="11200,1651" coordsize="59,59">
            <v:shape style="position:absolute;left:11200;top:1651;width:59;height:59" coordorigin="11200,1651" coordsize="59,59" path="m11197,1681l11261,1681e" filled="f" stroked="t" strokeweight="3.294285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~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digni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cies,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ractio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</w:p>
    <w:p>
      <w:pPr>
        <w:spacing w:before="0" w:after="0" w:line="240" w:lineRule="auto"/>
        <w:ind w:left="109" w:right="541" w:firstLine="1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13.760803pt;margin-top:8.727063pt;width:2.944759pt;height:2.903694pt;mso-position-horizontal-relative:page;mso-position-vertical-relative:paragraph;z-index:-508" coordorigin="6275,175" coordsize="59,58">
            <v:shape style="position:absolute;left:6275;top:175;width:59;height:58" coordorigin="6275,175" coordsize="59,58" path="m6273,204l6337,20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17.645048pt;width:2.944759pt;height:2.942488pt;mso-position-horizontal-relative:page;mso-position-vertical-relative:paragraph;z-index:-507" coordorigin="6275,353" coordsize="59,59">
            <v:shape style="position:absolute;left:6275;top:353;width:59;height:59" coordorigin="6275,353" coordsize="59,59" path="m6273,382l6337,382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6.607063pt;width:2.944759pt;height:2.903694pt;mso-position-horizontal-relative:page;mso-position-vertical-relative:paragraph;z-index:-506" coordorigin="6275,532" coordsize="59,58">
            <v:shape style="position:absolute;left:6275;top:532;width:59;height:58" coordorigin="6275,532" coordsize="59,58" path="m6273,561l6337,56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5.525047pt;width:2.944759pt;height:2.942488pt;mso-position-horizontal-relative:page;mso-position-vertical-relative:paragraph;z-index:-505" coordorigin="6275,711" coordsize="59,59">
            <v:shape style="position:absolute;left:6275;top:711;width:59;height:59" coordorigin="6275,711" coordsize="59,59" path="m6273,740l6337,74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44.487064pt;width:2.944759pt;height:2.903694pt;mso-position-horizontal-relative:page;mso-position-vertical-relative:paragraph;z-index:-504" coordorigin="6275,890" coordsize="59,58">
            <v:shape style="position:absolute;left:6275;top:890;width:59;height:58" coordorigin="6275,890" coordsize="59,58" path="m6273,919l6337,91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53.405048pt;width:2.944759pt;height:2.942488pt;mso-position-horizontal-relative:page;mso-position-vertical-relative:paragraph;z-index:-503" coordorigin="6275,1068" coordsize="59,59">
            <v:shape style="position:absolute;left:6275;top:1068;width:59;height:59" coordorigin="6275,1068" coordsize="59,59" path="m6273,1098l6337,1098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62.367062pt;width:2.944759pt;height:2.903694pt;mso-position-horizontal-relative:page;mso-position-vertical-relative:paragraph;z-index:-502" coordorigin="6275,1247" coordsize="59,58">
            <v:shape style="position:absolute;left:6275;top:1247;width:59;height:58" coordorigin="6275,1247" coordsize="59,58" path="m6273,1276l6337,127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71.247063pt;width:2.944759pt;height:2.903694pt;mso-position-horizontal-relative:page;mso-position-vertical-relative:paragraph;z-index:-501" coordorigin="6275,1425" coordsize="59,58">
            <v:shape style="position:absolute;left:6275;top:1425;width:59;height:58" coordorigin="6275,1425" coordsize="59,58" path="m6273,1454l6337,145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8.727063pt;width:2.944759pt;height:2.903694pt;mso-position-horizontal-relative:page;mso-position-vertical-relative:paragraph;z-index:-456" coordorigin="11200,175" coordsize="59,58">
            <v:shape style="position:absolute;left:11200;top:175;width:59;height:58" coordorigin="11200,175" coordsize="59,58" path="m11197,204l11261,204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7.645048pt;width:2.944759pt;height:2.942488pt;mso-position-horizontal-relative:page;mso-position-vertical-relative:paragraph;z-index:-455" coordorigin="11200,353" coordsize="59,59">
            <v:shape style="position:absolute;left:11200;top:353;width:59;height:59" coordorigin="11200,353" coordsize="59,59" path="m11197,382l11261,382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6.607063pt;width:2.944759pt;height:2.903694pt;mso-position-horizontal-relative:page;mso-position-vertical-relative:paragraph;z-index:-454" coordorigin="11200,532" coordsize="59,58">
            <v:shape style="position:absolute;left:11200;top:532;width:59;height:58" coordorigin="11200,532" coordsize="59,58" path="m11197,561l11261,56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5.525047pt;width:2.944759pt;height:2.942488pt;mso-position-horizontal-relative:page;mso-position-vertical-relative:paragraph;z-index:-453" coordorigin="11200,711" coordsize="59,59">
            <v:shape style="position:absolute;left:11200;top:711;width:59;height:59" coordorigin="11200,711" coordsize="59,59" path="m11197,740l11261,74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44.487064pt;width:2.944759pt;height:2.903694pt;mso-position-horizontal-relative:page;mso-position-vertical-relative:paragraph;z-index:-452" coordorigin="11200,890" coordsize="59,58">
            <v:shape style="position:absolute;left:11200;top:890;width:59;height:58" coordorigin="11200,890" coordsize="59,58" path="m11197,919l11261,919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53.405048pt;width:2.944759pt;height:2.942488pt;mso-position-horizontal-relative:page;mso-position-vertical-relative:paragraph;z-index:-451" coordorigin="11200,1068" coordsize="59,59">
            <v:shape style="position:absolute;left:11200;top:1068;width:59;height:59" coordorigin="11200,1068" coordsize="59,59" path="m11197,1098l11261,1098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62.367062pt;width:2.944759pt;height:2.903694pt;mso-position-horizontal-relative:page;mso-position-vertical-relative:paragraph;z-index:-450" coordorigin="11200,1247" coordsize="59,58">
            <v:shape style="position:absolute;left:11200;top:1247;width:59;height:58" coordorigin="11200,1247" coordsize="59,58" path="m11197,1276l11261,127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71.247063pt;width:2.944759pt;height:2.903694pt;mso-position-horizontal-relative:page;mso-position-vertical-relative:paragraph;z-index:-449" coordorigin="11200,1425" coordsize="59,58">
            <v:shape style="position:absolute;left:11200;top:1425;width:59;height:58" coordorigin="11200,1425" coordsize="59,58" path="m11197,1454l11261,1454e" filled="f" stroked="t" strokeweight="3.252172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93" w:right="920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560.000793pt;margin-top:-2.654958pt;width:2.944759pt;height:2.942488pt;mso-position-horizontal-relative:page;mso-position-vertical-relative:paragraph;z-index:-448" coordorigin="11200,-53" coordsize="59,59">
            <v:shape style="position:absolute;left:11200;top:-53;width:59;height:59" coordorigin="11200,-53" coordsize="59,59" path="m11197,-24l11261,-24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6.307056pt;width:2.944759pt;height:2.903694pt;mso-position-horizontal-relative:page;mso-position-vertical-relative:paragraph;z-index:-447" coordorigin="11200,126" coordsize="59,58">
            <v:shape style="position:absolute;left:11200;top:126;width:59;height:58" coordorigin="11200,126" coordsize="59,58" path="m11197,155l11261,155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5.225041pt;width:2.944759pt;height:2.942488pt;mso-position-horizontal-relative:page;mso-position-vertical-relative:paragraph;z-index:-446" coordorigin="11200,305" coordsize="59,59">
            <v:shape style="position:absolute;left:11200;top:305;width:59;height:59" coordorigin="11200,305" coordsize="59,59" path="m11197,334l11261,334e" filled="f" stroked="t" strokeweight="3.294285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~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….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This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Digni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6" w:right="621"/>
        <w:jc w:val="center"/>
        <w:rPr>
          <w:rFonts w:ascii="Arial" w:hAnsi="Arial" w:cs="Arial" w:eastAsia="Arial"/>
          <w:sz w:val="32"/>
          <w:szCs w:val="32"/>
        </w:rPr>
      </w:pPr>
      <w:rPr/>
      <w:r>
        <w:rPr/>
        <w:pict>
          <v:group style="position:absolute;margin-left:313.760803pt;margin-top:-3.261003pt;width:2.944759pt;height:2.903694pt;mso-position-horizontal-relative:page;mso-position-vertical-relative:paragraph;z-index:-497" coordorigin="6275,-65" coordsize="59,58">
            <v:shape style="position:absolute;left:6275;top:-65;width:59;height:58" coordorigin="6275,-65" coordsize="59,58" path="m6273,-36l6337,-3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5.656982pt;width:2.944759pt;height:2.942488pt;mso-position-horizontal-relative:page;mso-position-vertical-relative:paragraph;z-index:-496" coordorigin="6275,113" coordsize="59,59">
            <v:shape style="position:absolute;left:6275;top:113;width:59;height:59" coordorigin="6275,113" coordsize="59,59" path="m6273,143l6337,14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14.618997pt;width:2.944759pt;height:2.903694pt;mso-position-horizontal-relative:page;mso-position-vertical-relative:paragraph;z-index:-495" coordorigin="6275,292" coordsize="59,58">
            <v:shape style="position:absolute;left:6275;top:292;width:59;height:58" coordorigin="6275,292" coordsize="59,58" path="m6273,321l6337,32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-3.261003pt;width:2.944759pt;height:2.903694pt;mso-position-horizontal-relative:page;mso-position-vertical-relative:paragraph;z-index:-445" coordorigin="11200,-65" coordsize="59,58">
            <v:shape style="position:absolute;left:11200;top:-65;width:59;height:58" coordorigin="11200,-65" coordsize="59,58" path="m11197,-36l11261,-36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5.656982pt;width:2.944759pt;height:2.942488pt;mso-position-horizontal-relative:page;mso-position-vertical-relative:paragraph;z-index:-444" coordorigin="11200,113" coordsize="59,59">
            <v:shape style="position:absolute;left:11200;top:113;width:59;height:59" coordorigin="11200,113" coordsize="59,59" path="m11197,143l11261,143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4.618997pt;width:2.944759pt;height:2.903694pt;mso-position-horizontal-relative:page;mso-position-vertical-relative:paragraph;z-index:-443" coordorigin="11200,292" coordsize="59,58">
            <v:shape style="position:absolute;left:11200;top:292;width:59;height:58" coordorigin="11200,292" coordsize="59,58" path="m11197,321l11261,321e" filled="f" stroked="t" strokeweight="3.252172pt" strokecolor="#0000F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2"/>
          <w:szCs w:val="32"/>
          <w:w w:val="99"/>
        </w:rPr>
      </w:r>
      <w:r>
        <w:rPr>
          <w:rFonts w:ascii="Arial" w:hAnsi="Arial" w:cs="Arial" w:eastAsia="Arial"/>
          <w:sz w:val="32"/>
          <w:szCs w:val="32"/>
          <w:w w:val="99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~Di</w:t>
      </w:r>
      <w:r>
        <w:rPr>
          <w:rFonts w:ascii="Arial" w:hAnsi="Arial" w:cs="Arial" w:eastAsia="Arial"/>
          <w:sz w:val="32"/>
          <w:szCs w:val="32"/>
          <w:spacing w:val="-4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gni</w:t>
      </w:r>
      <w:r>
        <w:rPr>
          <w:rFonts w:ascii="Arial" w:hAnsi="Arial" w:cs="Arial" w:eastAsia="Arial"/>
          <w:sz w:val="32"/>
          <w:szCs w:val="32"/>
          <w:spacing w:val="-4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t</w:t>
      </w:r>
      <w:r>
        <w:rPr>
          <w:rFonts w:ascii="Arial" w:hAnsi="Arial" w:cs="Arial" w:eastAsia="Arial"/>
          <w:sz w:val="32"/>
          <w:szCs w:val="32"/>
          <w:spacing w:val="-1"/>
          <w:w w:val="100"/>
          <w:u w:val="thick" w:color="000000"/>
        </w:rPr>
        <w:t>y</w:t>
      </w:r>
      <w:r>
        <w:rPr>
          <w:rFonts w:ascii="Arial" w:hAnsi="Arial" w:cs="Arial" w:eastAsia="Arial"/>
          <w:sz w:val="32"/>
          <w:szCs w:val="32"/>
          <w:spacing w:val="-1"/>
          <w:w w:val="100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:</w:t>
      </w:r>
      <w:r>
        <w:rPr>
          <w:rFonts w:ascii="Arial" w:hAnsi="Arial" w:cs="Arial" w:eastAsia="Arial"/>
          <w:sz w:val="32"/>
          <w:szCs w:val="32"/>
          <w:spacing w:val="80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The</w:t>
      </w:r>
      <w:r>
        <w:rPr>
          <w:rFonts w:ascii="Arial" w:hAnsi="Arial" w:cs="Arial" w:eastAsia="Arial"/>
          <w:sz w:val="32"/>
          <w:szCs w:val="32"/>
          <w:spacing w:val="83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on</w:t>
      </w:r>
      <w:r>
        <w:rPr>
          <w:rFonts w:ascii="Arial" w:hAnsi="Arial" w:cs="Arial" w:eastAsia="Arial"/>
          <w:sz w:val="32"/>
          <w:szCs w:val="32"/>
          <w:spacing w:val="-2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e</w:t>
      </w:r>
      <w:r>
        <w:rPr>
          <w:rFonts w:ascii="Arial" w:hAnsi="Arial" w:cs="Arial" w:eastAsia="Arial"/>
          <w:sz w:val="32"/>
          <w:szCs w:val="32"/>
          <w:spacing w:val="86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</w:rPr>
        <w:t>Ri</w:t>
      </w:r>
      <w:r>
        <w:rPr>
          <w:rFonts w:ascii="Arial" w:hAnsi="Arial" w:cs="Arial" w:eastAsia="Arial"/>
          <w:sz w:val="32"/>
          <w:szCs w:val="32"/>
          <w:spacing w:val="-3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  <w:t>ght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-3"/>
          <w:w w:val="99"/>
          <w:u w:val="thick" w:color="000000"/>
        </w:rPr>
        <w:t>w</w:t>
      </w:r>
      <w:r>
        <w:rPr>
          <w:rFonts w:ascii="Arial" w:hAnsi="Arial" w:cs="Arial" w:eastAsia="Arial"/>
          <w:sz w:val="32"/>
          <w:szCs w:val="32"/>
          <w:spacing w:val="-3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  <w:t>hi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1"/>
          <w:w w:val="99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1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1"/>
          <w:w w:val="99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1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  <w:t>h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</w:rPr>
      </w:r>
      <w:r>
        <w:rPr>
          <w:rFonts w:ascii="Arial" w:hAnsi="Arial" w:cs="Arial" w:eastAsia="Arial"/>
          <w:sz w:val="32"/>
          <w:szCs w:val="32"/>
          <w:spacing w:val="3"/>
          <w:w w:val="99"/>
          <w:u w:val="thick" w:color="000000"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99"/>
        </w:rPr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0" w:after="0" w:line="367" w:lineRule="exact"/>
        <w:ind w:left="885" w:right="1312"/>
        <w:jc w:val="center"/>
        <w:rPr>
          <w:rFonts w:ascii="Arial" w:hAnsi="Arial" w:cs="Arial" w:eastAsia="Arial"/>
          <w:sz w:val="32"/>
          <w:szCs w:val="32"/>
        </w:rPr>
      </w:pPr>
      <w:rPr/>
      <w:r>
        <w:rPr/>
        <w:pict>
          <v:group style="position:absolute;margin-left:313.760803pt;margin-top:14.100559pt;width:2.944759pt;height:2.903694pt;mso-position-horizontal-relative:page;mso-position-vertical-relative:paragraph;z-index:-493" coordorigin="6275,282" coordsize="59,58">
            <v:shape style="position:absolute;left:6275;top:282;width:59;height:58" coordorigin="6275,282" coordsize="59,58" path="m6273,311l6337,31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23.018545pt;width:2.944759pt;height:2.942488pt;mso-position-horizontal-relative:page;mso-position-vertical-relative:paragraph;z-index:-492" coordorigin="6275,460" coordsize="59,59">
            <v:shape style="position:absolute;left:6275;top:460;width:59;height:59" coordorigin="6275,460" coordsize="59,59" path="m6273,490l6337,49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5.138545pt;width:2.944759pt;height:2.942488pt;mso-position-horizontal-relative:page;mso-position-vertical-relative:paragraph;z-index:-442" coordorigin="11200,103" coordsize="59,59">
            <v:shape style="position:absolute;left:11200;top:103;width:59;height:59" coordorigin="11200,103" coordsize="59,59" path="m11197,132l11261,132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14.100559pt;width:2.944759pt;height:2.903694pt;mso-position-horizontal-relative:page;mso-position-vertical-relative:paragraph;z-index:-441" coordorigin="11200,282" coordsize="59,58">
            <v:shape style="position:absolute;left:11200;top:282;width:59;height:58" coordorigin="11200,282" coordsize="59,58" path="m11197,311l11261,311e" filled="f" stroked="t" strokeweight="3.252172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23.018545pt;width:2.944759pt;height:2.942488pt;mso-position-horizontal-relative:page;mso-position-vertical-relative:paragraph;z-index:-440" coordorigin="11200,460" coordsize="59,59">
            <v:shape style="position:absolute;left:11200;top:460;width:59;height:59" coordorigin="11200,460" coordsize="59,59" path="m11197,490l11261,49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3.760803pt;margin-top:32.018543pt;width:2.944759pt;height:2.942488pt;mso-position-horizontal-relative:page;mso-position-vertical-relative:paragraph;z-index:-439" coordorigin="6275,640" coordsize="59,59">
            <v:shape style="position:absolute;left:6275;top:640;width:59;height:59" coordorigin="6275,640" coordsize="59,59" path="m6273,670l6337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22.798828pt;margin-top:32.018543pt;width:2.98335pt;height:2.942488pt;mso-position-horizontal-relative:page;mso-position-vertical-relative:paragraph;z-index:-438" coordorigin="6456,640" coordsize="60,59">
            <v:shape style="position:absolute;left:6456;top:640;width:60;height:59" coordorigin="6456,640" coordsize="60,59" path="m6453,670l6518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31.918823pt;margin-top:32.018543pt;width:2.98335pt;height:2.942488pt;mso-position-horizontal-relative:page;mso-position-vertical-relative:paragraph;z-index:-437" coordorigin="6638,640" coordsize="60,59">
            <v:shape style="position:absolute;left:6638;top:640;width:60;height:59" coordorigin="6638,640" coordsize="60,59" path="m6636,670l6701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41.038818pt;margin-top:32.018543pt;width:2.98335pt;height:2.942488pt;mso-position-horizontal-relative:page;mso-position-vertical-relative:paragraph;z-index:-436" coordorigin="6821,640" coordsize="60,59">
            <v:shape style="position:absolute;left:6821;top:640;width:60;height:59" coordorigin="6821,640" coordsize="60,59" path="m6818,670l6883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50.158844pt;margin-top:32.018543pt;width:2.98335pt;height:2.942488pt;mso-position-horizontal-relative:page;mso-position-vertical-relative:paragraph;z-index:-435" coordorigin="7003,640" coordsize="60,59">
            <v:shape style="position:absolute;left:7003;top:640;width:60;height:59" coordorigin="7003,640" coordsize="60,59" path="m7001,670l7065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59.278839pt;margin-top:32.018543pt;width:2.98335pt;height:2.942488pt;mso-position-horizontal-relative:page;mso-position-vertical-relative:paragraph;z-index:-434" coordorigin="7186,640" coordsize="60,59">
            <v:shape style="position:absolute;left:7186;top:640;width:60;height:59" coordorigin="7186,640" coordsize="60,59" path="m7183,670l7248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68.398834pt;margin-top:32.018543pt;width:2.98335pt;height:2.942488pt;mso-position-horizontal-relative:page;mso-position-vertical-relative:paragraph;z-index:-433" coordorigin="7368,640" coordsize="60,59">
            <v:shape style="position:absolute;left:7368;top:640;width:60;height:59" coordorigin="7368,640" coordsize="60,59" path="m7365,670l7430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77.518829pt;margin-top:32.018543pt;width:2.98335pt;height:2.942488pt;mso-position-horizontal-relative:page;mso-position-vertical-relative:paragraph;z-index:-432" coordorigin="7550,640" coordsize="60,59">
            <v:shape style="position:absolute;left:7550;top:640;width:60;height:59" coordorigin="7550,640" coordsize="60,59" path="m7548,670l7613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86.638824pt;margin-top:32.018543pt;width:2.98335pt;height:2.942488pt;mso-position-horizontal-relative:page;mso-position-vertical-relative:paragraph;z-index:-431" coordorigin="7733,640" coordsize="60,59">
            <v:shape style="position:absolute;left:7733;top:640;width:60;height:59" coordorigin="7733,640" coordsize="60,59" path="m7730,670l7795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95.75882pt;margin-top:32.018543pt;width:2.98335pt;height:2.942488pt;mso-position-horizontal-relative:page;mso-position-vertical-relative:paragraph;z-index:-430" coordorigin="7915,640" coordsize="60,59">
            <v:shape style="position:absolute;left:7915;top:640;width:60;height:59" coordorigin="7915,640" coordsize="60,59" path="m7913,670l7977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04.917084pt;margin-top:32.018543pt;width:3.022174pt;height:2.942488pt;mso-position-horizontal-relative:page;mso-position-vertical-relative:paragraph;z-index:-429" coordorigin="8098,640" coordsize="60,59">
            <v:shape style="position:absolute;left:8098;top:640;width:60;height:59" coordorigin="8098,640" coordsize="60,59" path="m8096,670l8161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14.118835pt;margin-top:32.018543pt;width:2.98335pt;height:2.942488pt;mso-position-horizontal-relative:page;mso-position-vertical-relative:paragraph;z-index:-428" coordorigin="8282,640" coordsize="60,59">
            <v:shape style="position:absolute;left:8282;top:640;width:60;height:59" coordorigin="8282,640" coordsize="60,59" path="m8280,670l8345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23.238831pt;margin-top:32.018543pt;width:2.98335pt;height:2.942488pt;mso-position-horizontal-relative:page;mso-position-vertical-relative:paragraph;z-index:-427" coordorigin="8465,640" coordsize="60,59">
            <v:shape style="position:absolute;left:8465;top:640;width:60;height:59" coordorigin="8465,640" coordsize="60,59" path="m8462,670l8527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32.358826pt;margin-top:32.018543pt;width:2.98335pt;height:2.942488pt;mso-position-horizontal-relative:page;mso-position-vertical-relative:paragraph;z-index:-426" coordorigin="8647,640" coordsize="60,59">
            <v:shape style="position:absolute;left:8647;top:640;width:60;height:59" coordorigin="8647,640" coordsize="60,59" path="m8645,670l8709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41.478821pt;margin-top:32.018543pt;width:2.98335pt;height:2.942488pt;mso-position-horizontal-relative:page;mso-position-vertical-relative:paragraph;z-index:-425" coordorigin="8830,640" coordsize="60,59">
            <v:shape style="position:absolute;left:8830;top:640;width:60;height:59" coordorigin="8830,640" coordsize="60,59" path="m8827,670l8892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50.598846pt;margin-top:32.018543pt;width:2.98335pt;height:2.942488pt;mso-position-horizontal-relative:page;mso-position-vertical-relative:paragraph;z-index:-424" coordorigin="9012,640" coordsize="60,59">
            <v:shape style="position:absolute;left:9012;top:640;width:60;height:59" coordorigin="9012,640" coordsize="60,59" path="m9009,670l9074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59.718842pt;margin-top:32.018543pt;width:2.98335pt;height:2.942488pt;mso-position-horizontal-relative:page;mso-position-vertical-relative:paragraph;z-index:-423" coordorigin="9194,640" coordsize="60,59">
            <v:shape style="position:absolute;left:9194;top:640;width:60;height:59" coordorigin="9194,640" coordsize="60,59" path="m9192,670l9257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68.838837pt;margin-top:32.018543pt;width:2.98335pt;height:2.942488pt;mso-position-horizontal-relative:page;mso-position-vertical-relative:paragraph;z-index:-422" coordorigin="9377,640" coordsize="60,59">
            <v:shape style="position:absolute;left:9377;top:640;width:60;height:59" coordorigin="9377,640" coordsize="60,59" path="m9374,670l9439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77.958832pt;margin-top:32.018543pt;width:2.98335pt;height:2.942488pt;mso-position-horizontal-relative:page;mso-position-vertical-relative:paragraph;z-index:-421" coordorigin="9559,640" coordsize="60,59">
            <v:shape style="position:absolute;left:9559;top:640;width:60;height:59" coordorigin="9559,640" coordsize="60,59" path="m9557,670l9621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87.078827pt;margin-top:32.018543pt;width:2.98335pt;height:2.942488pt;mso-position-horizontal-relative:page;mso-position-vertical-relative:paragraph;z-index:-420" coordorigin="9742,640" coordsize="60,59">
            <v:shape style="position:absolute;left:9742;top:640;width:60;height:59" coordorigin="9742,640" coordsize="60,59" path="m9739,670l9804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496.198822pt;margin-top:32.018543pt;width:2.98335pt;height:2.942488pt;mso-position-horizontal-relative:page;mso-position-vertical-relative:paragraph;z-index:-419" coordorigin="9924,640" coordsize="60,59">
            <v:shape style="position:absolute;left:9924;top:640;width:60;height:59" coordorigin="9924,640" coordsize="60,59" path="m9921,670l9986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05.318848pt;margin-top:32.018543pt;width:2.98335pt;height:2.942488pt;mso-position-horizontal-relative:page;mso-position-vertical-relative:paragraph;z-index:-418" coordorigin="10106,640" coordsize="60,59">
            <v:shape style="position:absolute;left:10106;top:640;width:60;height:59" coordorigin="10106,640" coordsize="60,59" path="m10104,670l10169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14.438843pt;margin-top:32.018543pt;width:2.98335pt;height:2.942488pt;mso-position-horizontal-relative:page;mso-position-vertical-relative:paragraph;z-index:-417" coordorigin="10289,640" coordsize="60,59">
            <v:shape style="position:absolute;left:10289;top:640;width:60;height:59" coordorigin="10289,640" coordsize="60,59" path="m10286,670l10351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23.558838pt;margin-top:32.018543pt;width:2.98335pt;height:2.942488pt;mso-position-horizontal-relative:page;mso-position-vertical-relative:paragraph;z-index:-416" coordorigin="10471,640" coordsize="60,59">
            <v:shape style="position:absolute;left:10471;top:640;width:60;height:59" coordorigin="10471,640" coordsize="60,59" path="m10469,670l10533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32.678833pt;margin-top:32.018543pt;width:2.98335pt;height:2.942488pt;mso-position-horizontal-relative:page;mso-position-vertical-relative:paragraph;z-index:-415" coordorigin="10654,640" coordsize="60,59">
            <v:shape style="position:absolute;left:10654;top:640;width:60;height:59" coordorigin="10654,640" coordsize="60,59" path="m10651,670l10716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41.798828pt;margin-top:32.018543pt;width:2.98335pt;height:2.942488pt;mso-position-horizontal-relative:page;mso-position-vertical-relative:paragraph;z-index:-414" coordorigin="10836,640" coordsize="60,59">
            <v:shape style="position:absolute;left:10836;top:640;width:60;height:59" coordorigin="10836,640" coordsize="60,59" path="m10833,670l10898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50.918823pt;margin-top:32.018543pt;width:2.98335pt;height:2.942488pt;mso-position-horizontal-relative:page;mso-position-vertical-relative:paragraph;z-index:-413" coordorigin="11018,640" coordsize="60,59">
            <v:shape style="position:absolute;left:11018;top:640;width:60;height:59" coordorigin="11018,640" coordsize="60,59" path="m11016,670l11081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560.000793pt;margin-top:32.018543pt;width:2.944759pt;height:2.942488pt;mso-position-horizontal-relative:page;mso-position-vertical-relative:paragraph;z-index:-412" coordorigin="11200,640" coordsize="59,59">
            <v:shape style="position:absolute;left:11200;top:640;width:59;height:59" coordorigin="11200,640" coordsize="59,59" path="m11197,670l11261,670e" filled="f" stroked="t" strokeweight="3.294285pt" strokecolor="#0000FF">
              <v:path arrowok="t"/>
            </v:shape>
          </v:group>
          <w10:wrap type="none"/>
        </w:pict>
      </w:r>
      <w:r>
        <w:rPr/>
        <w:pict>
          <v:group style="position:absolute;margin-left:315.239990pt;margin-top:48.640369pt;width:252.26pt;height:220.43pt;mso-position-horizontal-relative:page;mso-position-vertical-relative:paragraph;z-index:-410" coordorigin="6305,973" coordsize="5045,4409">
            <v:group style="position:absolute;left:6325;top:993;width:5005;height:4369" coordorigin="6325,993" coordsize="5005,4369">
              <v:shape style="position:absolute;left:6325;top:993;width:5005;height:4369" coordorigin="6325,993" coordsize="5005,4369" path="m6325,5361l11330,5361,11330,993,6325,993,6325,5361e" filled="t" fillcolor="#F3DCDC" stroked="f">
                <v:path arrowok="t"/>
                <v:fill/>
              </v:shape>
            </v:group>
            <v:group style="position:absolute;left:6325;top:993;width:5005;height:4369" coordorigin="6325,993" coordsize="5005,4369">
              <v:shape style="position:absolute;left:6325;top:993;width:5005;height:4369" coordorigin="6325,993" coordsize="5005,4369" path="m6325,5361l11330,5361,11330,993,6325,993,6325,5361xe" filled="f" stroked="t" strokeweight="2pt" strokecolor="#80008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32"/>
          <w:szCs w:val="32"/>
          <w:w w:val="99"/>
          <w:position w:val="-1"/>
        </w:rPr>
      </w:r>
      <w:r>
        <w:rPr>
          <w:rFonts w:ascii="Arial" w:hAnsi="Arial" w:cs="Arial" w:eastAsia="Arial"/>
          <w:sz w:val="32"/>
          <w:szCs w:val="32"/>
          <w:w w:val="99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w w:val="99"/>
          <w:u w:val="thick" w:color="000000"/>
          <w:position w:val="-1"/>
        </w:rPr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  <w:position w:val="-1"/>
        </w:rPr>
        <w:t>underli</w:t>
      </w:r>
      <w:r>
        <w:rPr>
          <w:rFonts w:ascii="Arial" w:hAnsi="Arial" w:cs="Arial" w:eastAsia="Arial"/>
          <w:sz w:val="32"/>
          <w:szCs w:val="32"/>
          <w:spacing w:val="-8"/>
          <w:w w:val="100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  <w:position w:val="-1"/>
        </w:rPr>
        <w:t>es</w:t>
      </w:r>
      <w:r>
        <w:rPr>
          <w:rFonts w:ascii="Arial" w:hAnsi="Arial" w:cs="Arial" w:eastAsia="Arial"/>
          <w:sz w:val="32"/>
          <w:szCs w:val="32"/>
          <w:spacing w:val="85"/>
          <w:w w:val="100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  <w:position w:val="-1"/>
        </w:rPr>
        <w:t>al</w:t>
      </w:r>
      <w:r>
        <w:rPr>
          <w:rFonts w:ascii="Arial" w:hAnsi="Arial" w:cs="Arial" w:eastAsia="Arial"/>
          <w:sz w:val="32"/>
          <w:szCs w:val="32"/>
          <w:spacing w:val="-2"/>
          <w:w w:val="100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  <w:t>l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u w:val="thick" w:color="000000"/>
          <w:position w:val="-1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  <w:t>others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</w:r>
      <w:r>
        <w:rPr>
          <w:rFonts w:ascii="Arial" w:hAnsi="Arial" w:cs="Arial" w:eastAsia="Arial"/>
          <w:sz w:val="32"/>
          <w:szCs w:val="32"/>
          <w:spacing w:val="1"/>
          <w:w w:val="99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1"/>
          <w:w w:val="99"/>
          <w:u w:val="thick" w:color="000000"/>
          <w:position w:val="-1"/>
        </w:rPr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  <w:t>~</w:t>
      </w:r>
      <w:r>
        <w:rPr>
          <w:rFonts w:ascii="Arial" w:hAnsi="Arial" w:cs="Arial" w:eastAsia="Arial"/>
          <w:sz w:val="32"/>
          <w:szCs w:val="32"/>
          <w:spacing w:val="0"/>
          <w:w w:val="99"/>
          <w:u w:val="thick" w:color="000000"/>
          <w:position w:val="-1"/>
        </w:rPr>
      </w:r>
      <w:r>
        <w:rPr>
          <w:rFonts w:ascii="Arial" w:hAnsi="Arial" w:cs="Arial" w:eastAsia="Arial"/>
          <w:sz w:val="32"/>
          <w:szCs w:val="32"/>
          <w:spacing w:val="3"/>
          <w:w w:val="99"/>
          <w:u w:val="thick" w:color="000000"/>
          <w:position w:val="-1"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99"/>
          <w:position w:val="-1"/>
        </w:rPr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-1"/>
          <w:w w:val="100"/>
          <w:b/>
          <w:bCs/>
        </w:rPr>
        <w:t>H</w:t>
      </w:r>
      <w:r>
        <w:rPr>
          <w:rFonts w:ascii="Cambria" w:hAnsi="Cambria" w:cs="Cambria" w:eastAsia="Cambria"/>
          <w:sz w:val="22"/>
          <w:szCs w:val="22"/>
          <w:spacing w:val="-1"/>
          <w:w w:val="100"/>
          <w:b/>
          <w:bCs/>
        </w:rPr>
        <w:t>o</w:t>
      </w:r>
      <w:r>
        <w:rPr>
          <w:rFonts w:ascii="Cambria" w:hAnsi="Cambria" w:cs="Cambria" w:eastAsia="Cambria"/>
          <w:sz w:val="22"/>
          <w:szCs w:val="22"/>
          <w:spacing w:val="0"/>
          <w:w w:val="100"/>
          <w:b/>
          <w:bCs/>
        </w:rPr>
        <w:t>pe</w:t>
      </w:r>
      <w:r>
        <w:rPr>
          <w:rFonts w:ascii="Cambria" w:hAnsi="Cambria" w:cs="Cambria" w:eastAsia="Cambria"/>
          <w:sz w:val="22"/>
          <w:szCs w:val="22"/>
          <w:spacing w:val="1"/>
          <w:w w:val="100"/>
          <w:b/>
          <w:bCs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  <w:b/>
          <w:bCs/>
        </w:rPr>
        <w:t>-</w:t>
      </w:r>
      <w:r>
        <w:rPr>
          <w:rFonts w:ascii="Cambria" w:hAnsi="Cambria" w:cs="Cambria" w:eastAsia="Cambria"/>
          <w:sz w:val="22"/>
          <w:szCs w:val="22"/>
          <w:spacing w:val="0"/>
          <w:w w:val="100"/>
          <w:b/>
          <w:bCs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p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oem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b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y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J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an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el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f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-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ad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v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y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is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pe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86" w:lineRule="auto"/>
        <w:ind w:right="629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0"/>
          <w:w w:val="100"/>
        </w:rPr>
        <w:t>Ri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g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ugh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he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le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e,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abo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v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the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of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the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tat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u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q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uo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3" w:lineRule="auto"/>
        <w:ind w:right="513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0"/>
          <w:w w:val="100"/>
        </w:rPr>
        <w:t>It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is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m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y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v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e,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l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fted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b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y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my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te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r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d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b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rothe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r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in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the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l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f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-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ad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v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y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f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m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ly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right="393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0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tep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to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he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u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k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ow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,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4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afra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d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to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f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w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ha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ev-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er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h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llen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g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es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c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m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0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oar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to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ew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he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-4"/>
          <w:w w:val="100"/>
        </w:rPr>
        <w:t>g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ht</w:t>
      </w:r>
      <w:r>
        <w:rPr>
          <w:rFonts w:ascii="Cambria" w:hAnsi="Cambria" w:cs="Cambria" w:eastAsia="Cambria"/>
          <w:sz w:val="22"/>
          <w:szCs w:val="22"/>
          <w:spacing w:val="1"/>
          <w:w w:val="100"/>
        </w:rPr>
        <w:t>s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,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t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b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free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Cambria" w:hAnsi="Cambria" w:cs="Cambria" w:eastAsia="Cambria"/>
          <w:sz w:val="22"/>
          <w:szCs w:val="22"/>
        </w:rPr>
      </w:pPr>
      <w:rPr/>
      <w:r>
        <w:rPr>
          <w:rFonts w:ascii="Cambria" w:hAnsi="Cambria" w:cs="Cambria" w:eastAsia="Cambria"/>
          <w:sz w:val="22"/>
          <w:szCs w:val="22"/>
          <w:spacing w:val="0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only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ha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v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o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n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l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fe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and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I</w:t>
      </w:r>
      <w:r>
        <w:rPr>
          <w:rFonts w:ascii="Cambria" w:hAnsi="Cambria" w:cs="Cambria" w:eastAsia="Cambria"/>
          <w:sz w:val="22"/>
          <w:szCs w:val="22"/>
          <w:spacing w:val="-3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will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 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d</w:t>
      </w:r>
      <w:r>
        <w:rPr>
          <w:rFonts w:ascii="Cambria" w:hAnsi="Cambria" w:cs="Cambria" w:eastAsia="Cambria"/>
          <w:sz w:val="22"/>
          <w:szCs w:val="22"/>
          <w:spacing w:val="-1"/>
          <w:w w:val="100"/>
        </w:rPr>
        <w:t>r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e</w:t>
      </w:r>
      <w:r>
        <w:rPr>
          <w:rFonts w:ascii="Cambria" w:hAnsi="Cambria" w:cs="Cambria" w:eastAsia="Cambria"/>
          <w:sz w:val="22"/>
          <w:szCs w:val="22"/>
          <w:spacing w:val="-2"/>
          <w:w w:val="100"/>
        </w:rPr>
        <w:t>a</w:t>
      </w:r>
      <w:r>
        <w:rPr>
          <w:rFonts w:ascii="Cambria" w:hAnsi="Cambria" w:cs="Cambria" w:eastAsia="Cambria"/>
          <w:sz w:val="22"/>
          <w:szCs w:val="22"/>
          <w:spacing w:val="0"/>
          <w:w w:val="100"/>
        </w:rPr>
        <w:t>m</w:t>
      </w:r>
    </w:p>
    <w:p>
      <w:pPr>
        <w:jc w:val="left"/>
        <w:spacing w:after="0"/>
        <w:sectPr>
          <w:pgMar w:header="0" w:footer="306" w:top="800" w:bottom="500" w:left="700" w:right="660"/>
          <w:pgSz w:w="12240" w:h="15840"/>
          <w:cols w:num="2" w:equalWidth="0">
            <w:col w:w="5279" w:space="423"/>
            <w:col w:w="5178"/>
          </w:cols>
        </w:sectPr>
      </w:pPr>
      <w:rPr/>
    </w:p>
    <w:p>
      <w:pPr>
        <w:spacing w:before="25" w:after="0" w:line="384" w:lineRule="exact"/>
        <w:ind w:left="2244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REMEMBE</w:t>
      </w:r>
      <w:r>
        <w:rPr>
          <w:rFonts w:ascii="Calibri" w:hAnsi="Calibri" w:cs="Calibri" w:eastAsia="Calibri"/>
          <w:sz w:val="32"/>
          <w:szCs w:val="32"/>
          <w:color w:val="5F005F"/>
          <w:spacing w:val="3"/>
          <w:w w:val="100"/>
          <w:b/>
          <w:bCs/>
        </w:rPr>
        <w:t>R</w:t>
      </w:r>
      <w:r>
        <w:rPr>
          <w:rFonts w:ascii="Calibri" w:hAnsi="Calibri" w:cs="Calibri" w:eastAsia="Calibri"/>
          <w:sz w:val="32"/>
          <w:szCs w:val="32"/>
          <w:color w:val="5F005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NG</w:t>
      </w:r>
      <w:r>
        <w:rPr>
          <w:rFonts w:ascii="Calibri" w:hAnsi="Calibri" w:cs="Calibri" w:eastAsia="Calibri"/>
          <w:sz w:val="32"/>
          <w:szCs w:val="32"/>
          <w:color w:val="5F005F"/>
          <w:spacing w:val="-20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color w:val="5F005F"/>
          <w:spacing w:val="2"/>
          <w:w w:val="100"/>
          <w:b/>
          <w:bCs/>
        </w:rPr>
        <w:t>T</w:t>
      </w:r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HOSE</w:t>
      </w:r>
      <w:r>
        <w:rPr>
          <w:rFonts w:ascii="Calibri" w:hAnsi="Calibri" w:cs="Calibri" w:eastAsia="Calibri"/>
          <w:sz w:val="32"/>
          <w:szCs w:val="32"/>
          <w:color w:val="5F005F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color w:val="5F005F"/>
          <w:spacing w:val="2"/>
          <w:w w:val="100"/>
          <w:b/>
          <w:bCs/>
        </w:rPr>
        <w:t>W</w:t>
      </w:r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HO</w:t>
      </w:r>
      <w:r>
        <w:rPr>
          <w:rFonts w:ascii="Calibri" w:hAnsi="Calibri" w:cs="Calibri" w:eastAsia="Calibri"/>
          <w:sz w:val="32"/>
          <w:szCs w:val="32"/>
          <w:color w:val="5F005F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LED</w:t>
      </w:r>
      <w:r>
        <w:rPr>
          <w:rFonts w:ascii="Calibri" w:hAnsi="Calibri" w:cs="Calibri" w:eastAsia="Calibri"/>
          <w:sz w:val="32"/>
          <w:szCs w:val="32"/>
          <w:color w:val="5F005F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color w:val="5F005F"/>
          <w:spacing w:val="3"/>
          <w:w w:val="100"/>
          <w:b/>
          <w:bCs/>
        </w:rPr>
        <w:t>T</w:t>
      </w:r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HE</w:t>
      </w:r>
      <w:r>
        <w:rPr>
          <w:rFonts w:ascii="Calibri" w:hAnsi="Calibri" w:cs="Calibri" w:eastAsia="Calibri"/>
          <w:sz w:val="32"/>
          <w:szCs w:val="32"/>
          <w:color w:val="5F005F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color w:val="5F005F"/>
          <w:spacing w:val="-13"/>
          <w:w w:val="100"/>
          <w:b/>
          <w:bCs/>
        </w:rPr>
        <w:t>W</w:t>
      </w:r>
      <w:r>
        <w:rPr>
          <w:rFonts w:ascii="Calibri" w:hAnsi="Calibri" w:cs="Calibri" w:eastAsia="Calibri"/>
          <w:sz w:val="32"/>
          <w:szCs w:val="32"/>
          <w:color w:val="5F005F"/>
          <w:spacing w:val="-26"/>
          <w:w w:val="100"/>
          <w:b/>
          <w:bCs/>
        </w:rPr>
        <w:t>A</w:t>
      </w:r>
      <w:r>
        <w:rPr>
          <w:rFonts w:ascii="Calibri" w:hAnsi="Calibri" w:cs="Calibri" w:eastAsia="Calibri"/>
          <w:sz w:val="32"/>
          <w:szCs w:val="32"/>
          <w:color w:val="5F005F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32"/>
          <w:szCs w:val="32"/>
          <w:color w:val="000000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306" w:top="620" w:bottom="480" w:left="860" w:right="660"/>
          <w:pgSz w:w="12240" w:h="15840"/>
        </w:sectPr>
      </w:pPr>
      <w:rPr/>
    </w:p>
    <w:p>
      <w:pPr>
        <w:spacing w:before="45" w:after="0" w:line="240" w:lineRule="auto"/>
        <w:ind w:left="1830" w:right="1680"/>
        <w:jc w:val="center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45.25pt;margin-top:66.375pt;width:531.125pt;height:689.665pt;mso-position-horizontal-relative:page;mso-position-vertical-relative:page;z-index:-409" coordorigin="905,1328" coordsize="10623,13793">
            <v:group style="position:absolute;left:6195;top:1335;width:45;height:13740" coordorigin="6195,1335" coordsize="45,13740">
              <v:shape style="position:absolute;left:6195;top:1335;width:45;height:13740" coordorigin="6195,1335" coordsize="45,13740" path="m6195,1335l6240,15075e" filled="f" stroked="t" strokeweight=".75pt" strokecolor="#000000">
                <v:path arrowok="t"/>
              </v:shape>
            </v:group>
            <v:group style="position:absolute;left:930;top:12405;width:5260;height:2691" coordorigin="930,12405" coordsize="5260,2691">
              <v:shape style="position:absolute;left:930;top:12405;width:5260;height:2691" coordorigin="930,12405" coordsize="5260,2691" path="m930,15096l6190,15096,6190,12405,930,12405,930,15096xe" filled="f" stroked="t" strokeweight="2.5pt" strokecolor="#C0504D">
                <v:path arrowok="t"/>
              </v:shape>
            </v:group>
            <v:group style="position:absolute;left:6285;top:7290;width:5235;height:30" coordorigin="6285,7290" coordsize="5235,30">
              <v:shape style="position:absolute;left:6285;top:7290;width:5235;height:30" coordorigin="6285,7290" coordsize="5235,30" path="m6285,7320l11520,7290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86" w:lineRule="auto"/>
        <w:ind w:left="119" w:right="-6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rence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assac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etts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passed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setts</w:t>
      </w:r>
      <w:r>
        <w:rPr>
          <w:rFonts w:ascii="Calibri" w:hAnsi="Calibri" w:cs="Calibri" w:eastAsia="Calibri"/>
          <w:sz w:val="22"/>
          <w:szCs w:val="22"/>
          <w:spacing w:val="-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</w:p>
    <w:p>
      <w:pPr>
        <w:spacing w:before="0" w:after="0" w:line="268" w:lineRule="exact"/>
        <w:ind w:left="119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2"/>
          <w:szCs w:val="22"/>
          <w:spacing w:val="48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Fl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ence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was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reci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ie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1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S’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rst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0" w:after="0" w:line="392" w:lineRule="auto"/>
        <w:ind w:left="119" w:right="161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Awar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85" w:lineRule="auto"/>
        <w:ind w:left="119" w:right="-12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oren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ked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el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ly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for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ye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s,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vo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te,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man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ff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cer,</w:t>
      </w:r>
      <w:r>
        <w:rPr>
          <w:rFonts w:ascii="Calibri" w:hAnsi="Calibri" w:cs="Calibri" w:eastAsia="Calibri"/>
          <w:sz w:val="22"/>
          <w:szCs w:val="22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of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tat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wide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vis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l,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mber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of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man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ee</w:t>
      </w:r>
      <w:r>
        <w:rPr>
          <w:rFonts w:ascii="Calibri" w:hAnsi="Calibri" w:cs="Calibri" w:eastAsia="Calibri"/>
          <w:sz w:val="22"/>
          <w:szCs w:val="22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most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ent.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Her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lea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ship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otected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int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of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eo</w:t>
      </w:r>
      <w:r>
        <w:rPr>
          <w:rFonts w:ascii="Calibri" w:hAnsi="Calibri" w:cs="Calibri" w:eastAsia="Calibri"/>
          <w:sz w:val="22"/>
          <w:szCs w:val="22"/>
          <w:spacing w:val="-4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esid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ties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famil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9" w:right="21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kept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t’s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est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2"/>
          <w:szCs w:val="22"/>
          <w:spacing w:val="48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es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ve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ity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ell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of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y.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m-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mate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ne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ot</w:t>
      </w:r>
      <w:r>
        <w:rPr>
          <w:rFonts w:ascii="Calibri" w:hAnsi="Calibri" w:cs="Calibri" w:eastAsia="Calibri"/>
          <w:sz w:val="22"/>
          <w:szCs w:val="22"/>
          <w:spacing w:val="-4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Fl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kn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espe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thro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tate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who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ter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ent’s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siti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85" w:lineRule="auto"/>
        <w:ind w:left="119" w:right="221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er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ye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she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been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for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direct.</w:t>
      </w:r>
      <w:r>
        <w:rPr>
          <w:rFonts w:ascii="Calibri" w:hAnsi="Calibri" w:cs="Calibri" w:eastAsia="Calibri"/>
          <w:sz w:val="22"/>
          <w:szCs w:val="22"/>
          <w:spacing w:val="48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Even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ece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ears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0" w:after="0" w:line="285" w:lineRule="auto"/>
        <w:ind w:left="119" w:right="-28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limitat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s,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es</w:t>
      </w:r>
      <w:r>
        <w:rPr>
          <w:rFonts w:ascii="Calibri" w:hAnsi="Calibri" w:cs="Calibri" w:eastAsia="Calibri"/>
          <w:sz w:val="22"/>
          <w:szCs w:val="22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vo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of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ea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com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2"/>
          <w:szCs w:val="22"/>
          <w:spacing w:val="5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oren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ea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k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s,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eason</w:t>
      </w:r>
      <w:r>
        <w:rPr>
          <w:rFonts w:ascii="Calibri" w:hAnsi="Calibri" w:cs="Calibri" w:eastAsia="Calibri"/>
          <w:sz w:val="22"/>
          <w:szCs w:val="22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ten.</w:t>
      </w:r>
      <w:r>
        <w:rPr>
          <w:rFonts w:ascii="Calibri" w:hAnsi="Calibri" w:cs="Calibri" w:eastAsia="Calibri"/>
          <w:sz w:val="22"/>
          <w:szCs w:val="22"/>
          <w:spacing w:val="48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We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may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alw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ee,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if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listen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eno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it.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85" w:lineRule="auto"/>
        <w:ind w:left="119" w:right="26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is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eat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eas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take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is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op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tu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ity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omi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te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oren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Fi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kel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or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this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sti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wa</w:t>
      </w:r>
      <w:r>
        <w:rPr>
          <w:rFonts w:ascii="Calibri" w:hAnsi="Calibri" w:cs="Calibri" w:eastAsia="Calibri"/>
          <w:sz w:val="22"/>
          <w:szCs w:val="22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i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  <w:i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i/>
        </w:rPr>
        <w:t>”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please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t:</w:t>
      </w:r>
    </w:p>
    <w:p>
      <w:pPr>
        <w:spacing w:before="50" w:after="0" w:line="240" w:lineRule="auto"/>
        <w:ind w:left="15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50" w:after="0" w:line="240" w:lineRule="auto"/>
        <w:ind w:left="15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</w:p>
    <w:p>
      <w:pPr>
        <w:spacing w:before="50" w:after="0" w:line="240" w:lineRule="auto"/>
        <w:ind w:left="15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ces</w:t>
      </w:r>
    </w:p>
    <w:p>
      <w:pPr>
        <w:spacing w:before="53" w:after="0" w:line="285" w:lineRule="auto"/>
        <w:ind w:left="150" w:right="3433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8</w:t>
      </w:r>
    </w:p>
    <w:p>
      <w:pPr>
        <w:spacing w:before="0" w:after="0" w:line="240" w:lineRule="auto"/>
        <w:ind w:left="15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0000FF"/>
        </w:rPr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  <w:t> </w:t>
      </w:r>
      <w:r>
        <w:rPr>
          <w:rFonts w:ascii="Calibri" w:hAnsi="Calibri" w:cs="Calibri" w:eastAsia="Calibri"/>
          <w:sz w:val="22"/>
          <w:szCs w:val="22"/>
          <w:color w:val="0000FF"/>
          <w:u w:val="single" w:color="0000FF"/>
        </w:rPr>
      </w:r>
      <w:hyperlink r:id="rId17">
        <w:r>
          <w:rPr>
            <w:rFonts w:ascii="Calibri" w:hAnsi="Calibri" w:cs="Calibri" w:eastAsia="Calibri"/>
            <w:sz w:val="22"/>
            <w:szCs w:val="22"/>
            <w:color w:val="0000FF"/>
            <w:u w:val="single" w:color="0000FF"/>
          </w:rPr>
          <w:t>Ric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h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.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S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a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n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tucci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@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sta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u w:val="single" w:color="0000FF"/>
          </w:rPr>
          <w:t>t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e.m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0"/>
            <w:u w:val="single" w:color="0000FF"/>
          </w:rPr>
          <w:t>a.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  <w:t>u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1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u w:val="single" w:color="0000FF"/>
          </w:rPr>
          <w:t>s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u w:val="single" w:color="0000FF"/>
          </w:rPr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  <w:u w:val="single" w:color="0000FF"/>
          </w:rPr>
          <w:t> </w:t>
        </w:r>
        <w:r>
          <w:rPr>
            <w:rFonts w:ascii="Calibri" w:hAnsi="Calibri" w:cs="Calibri" w:eastAsia="Calibri"/>
            <w:sz w:val="22"/>
            <w:szCs w:val="22"/>
            <w:color w:val="0000FF"/>
            <w:spacing w:val="-2"/>
          </w:rPr>
        </w:r>
        <w:r>
          <w:rPr>
            <w:rFonts w:ascii="Calibri" w:hAnsi="Calibri" w:cs="Calibri" w:eastAsia="Calibri"/>
            <w:sz w:val="22"/>
            <w:szCs w:val="22"/>
            <w:color w:val="000000"/>
            <w:spacing w:val="0"/>
          </w:rPr>
        </w:r>
      </w:hyperlink>
    </w:p>
    <w:p>
      <w:pPr>
        <w:spacing w:before="16" w:after="0" w:line="240" w:lineRule="auto"/>
        <w:ind w:left="1579" w:right="1691"/>
        <w:jc w:val="center"/>
        <w:rPr>
          <w:rFonts w:ascii="Calibri" w:hAnsi="Calibri" w:cs="Calibri" w:eastAsia="Calibri"/>
          <w:sz w:val="22"/>
          <w:szCs w:val="22"/>
        </w:rPr>
      </w:pPr>
      <w:rPr/>
      <w:r>
        <w:rPr/>
        <w:br w:type="column"/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AU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51" w:after="0" w:line="285" w:lineRule="auto"/>
        <w:ind w:left="118" w:right="19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ears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epa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ent’s</w:t>
      </w:r>
      <w:r>
        <w:rPr>
          <w:rFonts w:ascii="Calibri" w:hAnsi="Calibri" w:cs="Calibri" w:eastAsia="Calibri"/>
          <w:sz w:val="22"/>
          <w:szCs w:val="22"/>
          <w:spacing w:val="4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ecial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tire-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less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hel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</w:p>
    <w:p>
      <w:pPr>
        <w:spacing w:before="2" w:after="0" w:line="285" w:lineRule="auto"/>
        <w:ind w:left="118" w:right="264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share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ries.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“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It’s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e,”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r.</w:t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22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cies,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</w:p>
    <w:p>
      <w:pPr>
        <w:spacing w:before="0" w:after="0" w:line="239" w:lineRule="auto"/>
        <w:ind w:left="118" w:right="313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pict>
          <v:group style="position:absolute;margin-left:345.75pt;margin-top:133.503143pt;width:215.25pt;height:118.65pt;mso-position-horizontal-relative:page;mso-position-vertical-relative:paragraph;z-index:-407" coordorigin="6915,2670" coordsize="4305,2373">
            <v:group style="position:absolute;left:6930;top:2685;width:4275;height:2343" coordorigin="6930,2685" coordsize="4275,2343">
              <v:shape style="position:absolute;left:6930;top:2685;width:4275;height:2343" coordorigin="6930,2685" coordsize="4275,2343" path="m10492,2685l7642,2685,7584,2686,7471,2691,7365,2701,7267,2715,7179,2734,7102,2756,7037,2781,6966,2823,6930,2887,6930,3697,6966,3762,7037,3804,7102,3829,7179,3851,7267,3870,7365,3884,7471,3894,7584,3899,7642,3900,9424,3900,11022,5028,10492,3900,10551,3899,10608,3897,10718,3890,10820,3877,10913,3861,10996,3841,11068,3817,11125,3791,11184,3746,11205,3697,11205,2887,11169,2823,11098,2781,11033,2756,10956,2734,10868,2715,10770,2701,10664,2691,10551,2686,10492,2685e" filled="t" fillcolor="#F3DCDC" stroked="f">
                <v:path arrowok="t"/>
                <v:fill/>
              </v:shape>
            </v:group>
            <v:group style="position:absolute;left:6930;top:2685;width:4275;height:2343" coordorigin="6930,2685" coordsize="4275,2343">
              <v:shape style="position:absolute;left:6930;top:2685;width:4275;height:2343" coordorigin="6930,2685" coordsize="4275,2343" path="m7642,2685l7527,2688,7417,2695,7315,2708,7222,2724,7139,2744,7067,2768,7010,2794,6951,2839,6930,2887,6930,3394,6930,3697,6966,3762,7037,3804,7102,3829,7179,3851,7267,3870,7365,3884,7471,3894,7584,3899,7642,3900,9424,3900,11022,5028,10492,3900,10551,3899,10608,3897,10718,3890,10820,3877,10913,3861,10996,3841,11068,3817,11125,3791,11184,3746,11205,3697,11205,3394,11205,2887,11169,2823,11098,2781,11033,2756,10956,2734,10868,2715,10770,2701,10664,2691,10551,2686,10492,2685,9424,2685,7642,2685e" filled="f" stroked="t" strokeweight="1.5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share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reen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bro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5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lives,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rt,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just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was…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4" w:lineRule="exact"/>
        <w:ind w:left="627" w:right="429"/>
        <w:jc w:val="left"/>
        <w:rPr>
          <w:rFonts w:ascii="Berlin Sans FB" w:hAnsi="Berlin Sans FB" w:cs="Berlin Sans FB" w:eastAsia="Berlin Sans FB"/>
          <w:sz w:val="22"/>
          <w:szCs w:val="22"/>
        </w:rPr>
      </w:pPr>
      <w:rPr/>
      <w:r>
        <w:rPr/>
        <w:pict>
          <v:group style="position:absolute;margin-left:318pt;margin-top:110.27401pt;width:258.51pt;height:252.63pt;mso-position-horizontal-relative:page;mso-position-vertical-relative:paragraph;z-index:-408" coordorigin="6360,2205" coordsize="5170,5053">
            <v:shape style="position:absolute;left:6360;top:2205;width:5170;height:5053" coordorigin="6360,2205" coordsize="5170,5053" path="m6360,7258l11530,7258,11530,2205,6360,2205,6360,7258xe" filled="f" stroked="t" strokeweight="2.5pt" strokecolor="#0000FF">
              <v:path arrowok="t"/>
            </v:shape>
          </v:group>
          <w10:wrap type="none"/>
        </w:pic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When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you</w:t>
      </w:r>
      <w:r>
        <w:rPr>
          <w:rFonts w:ascii="Berlin Sans FB" w:hAnsi="Berlin Sans FB" w:cs="Berlin Sans FB" w:eastAsia="Berlin Sans FB"/>
          <w:sz w:val="22"/>
          <w:szCs w:val="22"/>
          <w:spacing w:val="-2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can't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ma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k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t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h</w:t>
      </w:r>
      <w:r>
        <w:rPr>
          <w:rFonts w:ascii="Berlin Sans FB" w:hAnsi="Berlin Sans FB" w:cs="Berlin Sans FB" w:eastAsia="Berlin Sans FB"/>
          <w:sz w:val="22"/>
          <w:szCs w:val="22"/>
          <w:spacing w:val="-3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m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s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t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he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l</w:t>
      </w:r>
      <w:r>
        <w:rPr>
          <w:rFonts w:ascii="Berlin Sans FB" w:hAnsi="Berlin Sans FB" w:cs="Berlin Sans FB" w:eastAsia="Berlin Sans FB"/>
          <w:sz w:val="22"/>
          <w:szCs w:val="22"/>
          <w:spacing w:val="-3"/>
          <w:w w:val="100"/>
        </w:rPr>
        <w:t>i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gh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t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,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ma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k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t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hem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f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l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t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he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h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  <w:t>a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</w:rPr>
        <w:t>t</w:t>
      </w:r>
      <w:r>
        <w:rPr>
          <w:rFonts w:ascii="Berlin Sans FB" w:hAnsi="Berlin Sans FB" w:cs="Berlin Sans FB" w:eastAsia="Berlin Sans FB"/>
          <w:sz w:val="22"/>
          <w:szCs w:val="22"/>
          <w:spacing w:val="1"/>
          <w:w w:val="100"/>
        </w:rPr>
        <w:t>.</w:t>
      </w:r>
      <w:r>
        <w:rPr>
          <w:rFonts w:ascii="Berlin Sans FB" w:hAnsi="Berlin Sans FB" w:cs="Berlin Sans FB" w:eastAsia="Berlin Sans FB"/>
          <w:sz w:val="22"/>
          <w:szCs w:val="22"/>
          <w:spacing w:val="1"/>
          <w:w w:val="100"/>
        </w:rPr>
        <w:t>-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  <w:b/>
          <w:bCs/>
        </w:rPr>
        <w:t>R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  <w:b/>
          <w:bCs/>
        </w:rPr>
        <w:t>o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  <w:b/>
          <w:bCs/>
        </w:rPr>
        <w:t>n</w:t>
      </w:r>
      <w:r>
        <w:rPr>
          <w:rFonts w:ascii="Berlin Sans FB" w:hAnsi="Berlin Sans FB" w:cs="Berlin Sans FB" w:eastAsia="Berlin Sans FB"/>
          <w:sz w:val="22"/>
          <w:szCs w:val="22"/>
          <w:spacing w:val="1"/>
          <w:w w:val="100"/>
          <w:b/>
          <w:bCs/>
        </w:rPr>
        <w:t>a</w:t>
      </w:r>
      <w:r>
        <w:rPr>
          <w:rFonts w:ascii="Berlin Sans FB" w:hAnsi="Berlin Sans FB" w:cs="Berlin Sans FB" w:eastAsia="Berlin Sans FB"/>
          <w:sz w:val="22"/>
          <w:szCs w:val="22"/>
          <w:spacing w:val="-3"/>
          <w:w w:val="100"/>
          <w:b/>
          <w:bCs/>
        </w:rPr>
        <w:t>l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  <w:b/>
          <w:bCs/>
        </w:rPr>
        <w:t>d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  <w:b/>
          <w:bCs/>
        </w:rPr>
        <w:t> </w:t>
      </w:r>
      <w:r>
        <w:rPr>
          <w:rFonts w:ascii="Berlin Sans FB" w:hAnsi="Berlin Sans FB" w:cs="Berlin Sans FB" w:eastAsia="Berlin Sans FB"/>
          <w:sz w:val="22"/>
          <w:szCs w:val="22"/>
          <w:spacing w:val="1"/>
          <w:w w:val="100"/>
          <w:b/>
          <w:bCs/>
        </w:rPr>
        <w:t>R</w:t>
      </w:r>
      <w:r>
        <w:rPr>
          <w:rFonts w:ascii="Berlin Sans FB" w:hAnsi="Berlin Sans FB" w:cs="Berlin Sans FB" w:eastAsia="Berlin Sans FB"/>
          <w:sz w:val="22"/>
          <w:szCs w:val="22"/>
          <w:spacing w:val="-4"/>
          <w:w w:val="100"/>
          <w:b/>
          <w:bCs/>
        </w:rPr>
        <w:t>e</w:t>
      </w:r>
      <w:r>
        <w:rPr>
          <w:rFonts w:ascii="Berlin Sans FB" w:hAnsi="Berlin Sans FB" w:cs="Berlin Sans FB" w:eastAsia="Berlin Sans FB"/>
          <w:sz w:val="22"/>
          <w:szCs w:val="22"/>
          <w:spacing w:val="1"/>
          <w:w w:val="100"/>
          <w:b/>
          <w:bCs/>
        </w:rPr>
        <w:t>a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  <w:b/>
          <w:bCs/>
        </w:rPr>
        <w:t>g</w:t>
      </w:r>
      <w:r>
        <w:rPr>
          <w:rFonts w:ascii="Berlin Sans FB" w:hAnsi="Berlin Sans FB" w:cs="Berlin Sans FB" w:eastAsia="Berlin Sans FB"/>
          <w:sz w:val="22"/>
          <w:szCs w:val="22"/>
          <w:spacing w:val="-1"/>
          <w:w w:val="100"/>
          <w:b/>
          <w:bCs/>
        </w:rPr>
        <w:t>a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  <w:b/>
          <w:bCs/>
        </w:rPr>
        <w:t>n</w:t>
      </w:r>
      <w:r>
        <w:rPr>
          <w:rFonts w:ascii="Berlin Sans FB" w:hAnsi="Berlin Sans FB" w:cs="Berlin Sans FB" w:eastAsia="Berlin Sans FB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–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–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4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3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4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ter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1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Rac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x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J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ke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3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r)</w:t>
      </w:r>
    </w:p>
    <w:p>
      <w:pPr>
        <w:spacing w:before="50" w:after="0" w:line="240" w:lineRule="auto"/>
        <w:ind w:left="36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er)</w:t>
      </w:r>
    </w:p>
    <w:sectPr>
      <w:type w:val="continuous"/>
      <w:pgSz w:w="12240" w:h="15840"/>
      <w:pgMar w:top="1020" w:bottom="280" w:left="860" w:right="660"/>
      <w:cols w:num="2" w:equalWidth="0">
        <w:col w:w="5222" w:space="361"/>
        <w:col w:w="513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lifornian FB">
    <w:altName w:val="Californian FB"/>
    <w:charset w:val="0"/>
    <w:family w:val="roman"/>
    <w:pitch w:val="variable"/>
  </w:font>
  <w:font w:name="Aharoni">
    <w:altName w:val="Aharoni"/>
    <w:charset w:val="177"/>
    <w:family w:val="auto"/>
    <w:pitch w:val="variable"/>
  </w:font>
  <w:font w:name="Cambria">
    <w:altName w:val="Cambria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Berlin Sans FB">
    <w:altName w:val="Berlin Sans FB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ooper Black">
    <w:altName w:val="Cooper Black"/>
    <w:charset w:val="0"/>
    <w:family w:val="roman"/>
    <w:pitch w:val="variable"/>
  </w:font>
  <w:font w:name="Broadway">
    <w:altName w:val="Broadway"/>
    <w:charset w:val="0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33.54" w:lineRule="exact"/>
      <w:jc w:val="left"/>
      <w:rPr>
        <w:sz w:val="13.353516"/>
        <w:szCs w:val="13.353516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6.179993pt;margin-top:760.106018pt;width:9.049720pt;height:11.96pt;mso-position-horizontal-relative:page;mso-position-vertical-relative:page;z-index:-580" type="#_x0000_t202" filled="f" stroked="f">
          <v:textbox inset="0,0,0,0">
            <w:txbxContent>
              <w:p>
                <w:pPr>
                  <w:spacing w:before="0" w:after="0" w:line="223" w:lineRule="exact"/>
                  <w:ind w:left="40" w:right="-2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w w:val="99"/>
                    <w:position w:val="1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13.353516"/>
        <w:szCs w:val="13.353516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image" Target="media/image5.jpg"/>
  <Relationship Id="rId11" Type="http://schemas.openxmlformats.org/officeDocument/2006/relationships/hyperlink" TargetMode="External" Target="mailto:Pat.cronin@state.ma.us"/>
  <Relationship Id="rId12" Type="http://schemas.openxmlformats.org/officeDocument/2006/relationships/hyperlink" TargetMode="External" Target="mailto:Betsy.johnson@state.ma.us"/>
  <Relationship Id="rId13" Type="http://schemas.openxmlformats.org/officeDocument/2006/relationships/hyperlink" TargetMode="External" Target="mailto:buddy.bostick@thearcofghn.org"/>
  <Relationship Id="rId14" Type="http://schemas.openxmlformats.org/officeDocument/2006/relationships/hyperlink" TargetMode="External" Target="mailto:Teka.J.Harris@state.ma.us"/>
  <Relationship Id="rId15" Type="http://schemas.openxmlformats.org/officeDocument/2006/relationships/hyperlink" TargetMode="External" Target="http://www.merriam-webster.com/dictionary/worthy%5b1%5d"/>
  <Relationship Id="rId16" Type="http://schemas.openxmlformats.org/officeDocument/2006/relationships/hyperlink" TargetMode="External" Target="http://www.merriam-webster.com/dictionary/esteem%5b2%5d"/>
  <Relationship Id="rId17" Type="http://schemas.openxmlformats.org/officeDocument/2006/relationships/hyperlink" TargetMode="External" Target="mailto:Rich.Santucci@state.ma.us"/>
  <Relationship Id="rId2" Type="http://schemas.openxmlformats.org/officeDocument/2006/relationships/fontTable" Target="fontTable.xml"/>
  <Relationship Id="rId3" Type="http://schemas.openxmlformats.org/officeDocument/2006/relationships/theme" Target="theme/theme1.xml"/>
  <Relationship Id="rId4" Type="http://schemas.openxmlformats.org/officeDocument/2006/relationships/settings" Target="settings.xml"/>
  <Relationship Id="rId5" Type="http://schemas.openxmlformats.org/officeDocument/2006/relationships/image" Target="media/image1.jpg"/>
  <Relationship Id="rId6" Type="http://schemas.openxmlformats.org/officeDocument/2006/relationships/footer" Target="footer1.xml"/>
  <Relationship Id="rId7" Type="http://schemas.openxmlformats.org/officeDocument/2006/relationships/image" Target="media/image2.jpg"/>
  <Relationship Id="rId8" Type="http://schemas.openxmlformats.org/officeDocument/2006/relationships/image" Target="media/image3.jpg"/>
  <Relationship Id="rId9" Type="http://schemas.openxmlformats.org/officeDocument/2006/relationships/image" Target="media/image4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2016-08-30T13:40:02Z</dcterms:created>
  <dc:creator>Santucci, Rich (DDS)</dc:creator>
  <dcterms:modified xsi:type="dcterms:W3CDTF">2016-08-30T13:40:02Z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2016-08-25T00:00:00Z</vt:filetime>
  </property>
  <property fmtid="{D5CDD505-2E9C-101B-9397-08002B2CF9AE}" pid="3" name="LastSaved">
    <vt:filetime>2016-08-30T00:00:00Z</vt:filetime>
  </property>
</Properties>
</file>